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EB9" w:rsidRPr="00830B76" w:rsidRDefault="00EB1367" w:rsidP="00716EB9">
      <w:pPr>
        <w:pStyle w:val="Heading1"/>
      </w:pPr>
      <w:r>
        <w:t>Refugee</w:t>
      </w:r>
      <w:r w:rsidR="00EC22BD">
        <w:t>s</w:t>
      </w:r>
      <w:r w:rsidR="00297EB4">
        <w:t>:</w:t>
      </w:r>
      <w:r>
        <w:t xml:space="preserve"> </w:t>
      </w:r>
      <w:r w:rsidR="00EC22BD">
        <w:t>Welcome</w:t>
      </w:r>
      <w:r w:rsidR="00297EB4">
        <w:t xml:space="preserve"> –</w:t>
      </w:r>
      <w:bookmarkStart w:id="0" w:name="_GoBack"/>
      <w:bookmarkEnd w:id="0"/>
      <w:r>
        <w:t xml:space="preserve"> Building understanding</w:t>
      </w:r>
      <w:r w:rsidR="00716EB9">
        <w:t xml:space="preserve"> </w:t>
      </w:r>
    </w:p>
    <w:p w:rsidR="00716EB9" w:rsidRDefault="00716EB9" w:rsidP="00716EB9"/>
    <w:p w:rsidR="00F15A63" w:rsidRDefault="00F15A63" w:rsidP="00F15A63">
      <w:pPr>
        <w:pStyle w:val="Heading2"/>
      </w:pPr>
      <w:r>
        <w:t>Introduction</w:t>
      </w:r>
    </w:p>
    <w:p w:rsidR="00373DC1" w:rsidRDefault="000E2104" w:rsidP="00716EB9">
      <w:r>
        <w:t xml:space="preserve">This </w:t>
      </w:r>
      <w:r w:rsidR="00BC1656">
        <w:t>activity uses</w:t>
      </w:r>
      <w:r w:rsidR="004F08BD">
        <w:t xml:space="preserve"> </w:t>
      </w:r>
      <w:r w:rsidR="00BC1656">
        <w:t xml:space="preserve">photographs and </w:t>
      </w:r>
      <w:r w:rsidR="004F08BD">
        <w:t>a story</w:t>
      </w:r>
      <w:r w:rsidR="00BC1656">
        <w:t xml:space="preserve"> from </w:t>
      </w:r>
      <w:r w:rsidR="004F08BD">
        <w:t xml:space="preserve">an </w:t>
      </w:r>
      <w:r w:rsidR="00BC1656">
        <w:t xml:space="preserve">asylum seeker who </w:t>
      </w:r>
      <w:r w:rsidR="004F08BD">
        <w:t>was</w:t>
      </w:r>
      <w:r w:rsidR="00BC1656">
        <w:t xml:space="preserve"> granted refugee status and ha</w:t>
      </w:r>
      <w:r w:rsidR="004F08BD">
        <w:t xml:space="preserve">s </w:t>
      </w:r>
      <w:r w:rsidR="00BC1656">
        <w:t xml:space="preserve">begun </w:t>
      </w:r>
      <w:r w:rsidR="004F08BD">
        <w:t xml:space="preserve">a </w:t>
      </w:r>
      <w:r w:rsidR="00BC1656">
        <w:t xml:space="preserve">new life in the UK – in this case </w:t>
      </w:r>
      <w:r w:rsidR="00A866C4">
        <w:t xml:space="preserve">in </w:t>
      </w:r>
      <w:r w:rsidR="004F08BD">
        <w:t>G</w:t>
      </w:r>
      <w:r w:rsidR="00BC1656">
        <w:t>lasgow, Scotland.</w:t>
      </w:r>
    </w:p>
    <w:p w:rsidR="00373DC1" w:rsidRDefault="00373DC1" w:rsidP="00716EB9"/>
    <w:p w:rsidR="00EB1367" w:rsidRDefault="00BC1656" w:rsidP="00716EB9">
      <w:r>
        <w:t>The images and stor</w:t>
      </w:r>
      <w:r w:rsidR="004F08BD">
        <w:t>y</w:t>
      </w:r>
      <w:r>
        <w:t xml:space="preserve"> are intended to </w:t>
      </w:r>
      <w:r w:rsidR="009B284E">
        <w:t>help young pe</w:t>
      </w:r>
      <w:r w:rsidR="00373DC1">
        <w:t>ople build their understanding through question</w:t>
      </w:r>
      <w:r w:rsidR="00784A3D">
        <w:t>s</w:t>
      </w:r>
      <w:r w:rsidR="002B3228">
        <w:t xml:space="preserve"> which help them understand</w:t>
      </w:r>
      <w:r w:rsidR="009B284E">
        <w:t xml:space="preserve"> </w:t>
      </w:r>
      <w:r w:rsidR="00EB1367">
        <w:t xml:space="preserve">what it </w:t>
      </w:r>
      <w:r w:rsidR="009B284E">
        <w:t>might</w:t>
      </w:r>
      <w:r w:rsidR="00784A3D">
        <w:t xml:space="preserve"> be like to be a refugee.</w:t>
      </w:r>
    </w:p>
    <w:p w:rsidR="00784A3D" w:rsidRDefault="00784A3D" w:rsidP="00716EB9"/>
    <w:p w:rsidR="00E36431" w:rsidRDefault="00E36431" w:rsidP="00373DC1">
      <w:pPr>
        <w:pStyle w:val="Heading2"/>
      </w:pPr>
      <w:r>
        <w:t>Learning objectives</w:t>
      </w:r>
    </w:p>
    <w:p w:rsidR="00E36431" w:rsidRDefault="00E36431" w:rsidP="00E36431">
      <w:r>
        <w:t>In this activity young people will:</w:t>
      </w:r>
    </w:p>
    <w:p w:rsidR="00E36431" w:rsidRDefault="00E36431" w:rsidP="00E36431">
      <w:pPr>
        <w:pStyle w:val="ListParagraph"/>
        <w:numPr>
          <w:ilvl w:val="0"/>
          <w:numId w:val="4"/>
        </w:numPr>
      </w:pPr>
      <w:r>
        <w:t xml:space="preserve">critically engage their understanding of the refugee crisis through </w:t>
      </w:r>
      <w:r w:rsidR="00587EE1">
        <w:t xml:space="preserve">discussing and exploring </w:t>
      </w:r>
      <w:r>
        <w:t>a real life story.</w:t>
      </w:r>
    </w:p>
    <w:p w:rsidR="00E36431" w:rsidRPr="00E36431" w:rsidRDefault="00E36431" w:rsidP="00E36431">
      <w:pPr>
        <w:pStyle w:val="ListParagraph"/>
        <w:numPr>
          <w:ilvl w:val="0"/>
          <w:numId w:val="4"/>
        </w:numPr>
      </w:pPr>
      <w:r>
        <w:t>develop awareness of the personal crises behind the numbers and headlines.</w:t>
      </w:r>
    </w:p>
    <w:p w:rsidR="00E36431" w:rsidRDefault="00E36431" w:rsidP="00716EB9"/>
    <w:p w:rsidR="007D0BC1" w:rsidRDefault="007D0BC1" w:rsidP="007D0BC1">
      <w:pPr>
        <w:pStyle w:val="Heading2"/>
      </w:pPr>
      <w:r>
        <w:t>Activity</w:t>
      </w:r>
      <w:r w:rsidR="00D950A5">
        <w:t xml:space="preserve"> </w:t>
      </w:r>
      <w:r w:rsidR="00AB0FC9">
        <w:t>1</w:t>
      </w:r>
    </w:p>
    <w:p w:rsidR="00784A3D" w:rsidRDefault="00BC1656" w:rsidP="007D0BC1">
      <w:r>
        <w:t>This activity builds</w:t>
      </w:r>
      <w:r w:rsidR="006C4161">
        <w:t xml:space="preserve"> understanding</w:t>
      </w:r>
      <w:r>
        <w:t xml:space="preserve"> through a number of stages</w:t>
      </w:r>
      <w:r w:rsidR="006C4161">
        <w:t xml:space="preserve">. </w:t>
      </w:r>
    </w:p>
    <w:p w:rsidR="00784A3D" w:rsidRDefault="00784A3D" w:rsidP="007D0BC1"/>
    <w:p w:rsidR="002B3228" w:rsidRDefault="00A866C4" w:rsidP="007D0BC1">
      <w:r>
        <w:t>Photos</w:t>
      </w:r>
      <w:r w:rsidR="00D950A5">
        <w:t xml:space="preserve"> </w:t>
      </w:r>
      <w:r>
        <w:t>stimulate</w:t>
      </w:r>
      <w:r w:rsidR="00BC1656">
        <w:t xml:space="preserve"> the curiosity of learners before additional information </w:t>
      </w:r>
      <w:r>
        <w:t xml:space="preserve">helps them to </w:t>
      </w:r>
      <w:r w:rsidR="00BC1656">
        <w:t>challenge an</w:t>
      </w:r>
      <w:r w:rsidR="006C4161">
        <w:t>d further their thinking</w:t>
      </w:r>
      <w:r w:rsidR="00BC1656">
        <w:t>. The activity is best suited to small group (</w:t>
      </w:r>
      <w:r w:rsidR="005251D4">
        <w:t>four to six</w:t>
      </w:r>
      <w:r w:rsidR="00BC1656">
        <w:t xml:space="preserve"> learners</w:t>
      </w:r>
      <w:r w:rsidR="007D0BC1">
        <w:t xml:space="preserve">) </w:t>
      </w:r>
      <w:r w:rsidR="009B4749">
        <w:t xml:space="preserve">or paired learning. </w:t>
      </w:r>
    </w:p>
    <w:p w:rsidR="002B3228" w:rsidRDefault="002B3228" w:rsidP="007D0BC1"/>
    <w:p w:rsidR="009B4749" w:rsidRDefault="009B4749" w:rsidP="007D0BC1">
      <w:r>
        <w:t xml:space="preserve">You will need to </w:t>
      </w:r>
      <w:r w:rsidR="004D2FD8">
        <w:t xml:space="preserve">make copies of the </w:t>
      </w:r>
      <w:hyperlink r:id="rId9" w:history="1">
        <w:r w:rsidR="00D950A5" w:rsidRPr="008A40FA">
          <w:rPr>
            <w:rStyle w:val="Hyperlink"/>
          </w:rPr>
          <w:t>key facts</w:t>
        </w:r>
        <w:r w:rsidR="002B3228" w:rsidRPr="008A40FA">
          <w:rPr>
            <w:rStyle w:val="Hyperlink"/>
          </w:rPr>
          <w:t xml:space="preserve"> </w:t>
        </w:r>
        <w:r w:rsidR="009C7041" w:rsidRPr="008A40FA">
          <w:rPr>
            <w:rStyle w:val="Hyperlink"/>
          </w:rPr>
          <w:t>sheet</w:t>
        </w:r>
        <w:r w:rsidR="00D950A5" w:rsidRPr="008A40FA">
          <w:rPr>
            <w:rStyle w:val="Hyperlink"/>
          </w:rPr>
          <w:t xml:space="preserve"> </w:t>
        </w:r>
        <w:r w:rsidR="00587EE1" w:rsidRPr="008A40FA">
          <w:rPr>
            <w:rStyle w:val="Hyperlink"/>
          </w:rPr>
          <w:t>2016</w:t>
        </w:r>
      </w:hyperlink>
      <w:r w:rsidR="002B3228">
        <w:t xml:space="preserve">and the </w:t>
      </w:r>
      <w:hyperlink r:id="rId10" w:history="1">
        <w:r w:rsidR="00D950A5" w:rsidRPr="002C41D5">
          <w:rPr>
            <w:rStyle w:val="Hyperlink"/>
          </w:rPr>
          <w:t>story sheet</w:t>
        </w:r>
      </w:hyperlink>
      <w:r>
        <w:t xml:space="preserve"> for th</w:t>
      </w:r>
      <w:r w:rsidR="004D2FD8">
        <w:t>is</w:t>
      </w:r>
      <w:r>
        <w:t xml:space="preserve"> activity.</w:t>
      </w:r>
    </w:p>
    <w:p w:rsidR="009B4749" w:rsidRDefault="009B4749" w:rsidP="007D0BC1"/>
    <w:p w:rsidR="00CC4C68" w:rsidRDefault="009B4749" w:rsidP="00E36431">
      <w:pPr>
        <w:pStyle w:val="ListParagraph"/>
        <w:numPr>
          <w:ilvl w:val="0"/>
          <w:numId w:val="3"/>
        </w:numPr>
      </w:pPr>
      <w:r>
        <w:t xml:space="preserve">Give learners </w:t>
      </w:r>
      <w:r w:rsidR="006C4161">
        <w:t xml:space="preserve">a large piece of </w:t>
      </w:r>
      <w:r w:rsidR="00A866C4">
        <w:t xml:space="preserve">A3 </w:t>
      </w:r>
      <w:r w:rsidR="006C4161">
        <w:t>paper. Ask them to write the following four words, one</w:t>
      </w:r>
      <w:r w:rsidR="00CC4C68">
        <w:t xml:space="preserve"> in each corner of their paper: Facts, Feelings, </w:t>
      </w:r>
      <w:r w:rsidR="008E7146">
        <w:t>Present</w:t>
      </w:r>
      <w:r w:rsidR="00D950A5">
        <w:t xml:space="preserve"> and </w:t>
      </w:r>
      <w:r w:rsidR="00CC4C68">
        <w:t>Future.</w:t>
      </w:r>
    </w:p>
    <w:p w:rsidR="00CC4C68" w:rsidRDefault="00CC4C68" w:rsidP="007D0BC1"/>
    <w:p w:rsidR="00CC4C68" w:rsidRDefault="00CC4C68" w:rsidP="00814F15">
      <w:pPr>
        <w:ind w:left="360"/>
      </w:pPr>
      <w:r>
        <w:t xml:space="preserve">Explain that you will </w:t>
      </w:r>
      <w:r w:rsidR="004A0ECB">
        <w:t xml:space="preserve">show </w:t>
      </w:r>
      <w:r>
        <w:t xml:space="preserve">them </w:t>
      </w:r>
      <w:r w:rsidR="004A0ECB">
        <w:t>some images</w:t>
      </w:r>
      <w:r>
        <w:t xml:space="preserve"> </w:t>
      </w:r>
      <w:r w:rsidR="00432993">
        <w:t>and</w:t>
      </w:r>
      <w:r w:rsidR="00D950A5">
        <w:t xml:space="preserve"> give them some information.  T</w:t>
      </w:r>
      <w:r>
        <w:t xml:space="preserve">he four words are a question framework to help them </w:t>
      </w:r>
      <w:r w:rsidR="00D950A5">
        <w:t>structure and organise their responses to</w:t>
      </w:r>
      <w:r>
        <w:t xml:space="preserve"> the image</w:t>
      </w:r>
      <w:r w:rsidR="00432993">
        <w:t>s</w:t>
      </w:r>
      <w:r w:rsidR="00D950A5">
        <w:t>.</w:t>
      </w:r>
    </w:p>
    <w:p w:rsidR="00CC4C68" w:rsidRDefault="00CC4C68" w:rsidP="00814F15">
      <w:pPr>
        <w:ind w:left="360"/>
      </w:pPr>
    </w:p>
    <w:p w:rsidR="00CC4C68" w:rsidRPr="003D556E" w:rsidRDefault="00D950A5" w:rsidP="00814F15">
      <w:pPr>
        <w:ind w:left="360"/>
      </w:pPr>
      <w:r w:rsidRPr="003D556E">
        <w:t xml:space="preserve">Using slide </w:t>
      </w:r>
      <w:r w:rsidR="005251D4" w:rsidRPr="003D556E">
        <w:t>two</w:t>
      </w:r>
      <w:r w:rsidRPr="003D556E">
        <w:t xml:space="preserve"> of the </w:t>
      </w:r>
      <w:hyperlink r:id="rId11" w:history="1">
        <w:r w:rsidRPr="003D556E">
          <w:rPr>
            <w:rStyle w:val="Hyperlink"/>
          </w:rPr>
          <w:t>PowerPoint</w:t>
        </w:r>
      </w:hyperlink>
      <w:r w:rsidRPr="003D556E">
        <w:t>, c</w:t>
      </w:r>
      <w:r w:rsidR="00CC4C68" w:rsidRPr="003D556E">
        <w:t>larify the four words and what they relate to as follows:</w:t>
      </w:r>
    </w:p>
    <w:p w:rsidR="00CC4C68" w:rsidRPr="003D556E" w:rsidRDefault="00CC4C68" w:rsidP="00814F15">
      <w:pPr>
        <w:ind w:left="360"/>
      </w:pPr>
    </w:p>
    <w:p w:rsidR="00CC4C68" w:rsidRPr="003D556E" w:rsidRDefault="00CC4C68" w:rsidP="00814F15">
      <w:pPr>
        <w:ind w:left="720"/>
      </w:pPr>
      <w:r w:rsidRPr="003D556E">
        <w:rPr>
          <w:b/>
        </w:rPr>
        <w:t>Facts</w:t>
      </w:r>
      <w:r w:rsidRPr="003D556E">
        <w:t xml:space="preserve"> – what do you know or want to know about the</w:t>
      </w:r>
      <w:r w:rsidR="00D950A5" w:rsidRPr="003D556E">
        <w:t xml:space="preserve"> person</w:t>
      </w:r>
      <w:r w:rsidRPr="003D556E">
        <w:t xml:space="preserve"> and their story?</w:t>
      </w:r>
    </w:p>
    <w:p w:rsidR="00CC4C68" w:rsidRPr="003D556E" w:rsidRDefault="00CC4C68" w:rsidP="00814F15">
      <w:pPr>
        <w:ind w:left="720"/>
      </w:pPr>
    </w:p>
    <w:p w:rsidR="00CC4C68" w:rsidRPr="003D556E" w:rsidRDefault="00CC4C68" w:rsidP="00814F15">
      <w:pPr>
        <w:ind w:left="720"/>
      </w:pPr>
      <w:r w:rsidRPr="003D556E">
        <w:rPr>
          <w:b/>
        </w:rPr>
        <w:t>Feelings</w:t>
      </w:r>
      <w:r w:rsidRPr="003D556E">
        <w:t xml:space="preserve"> – what emotions </w:t>
      </w:r>
      <w:r w:rsidR="00784A3D" w:rsidRPr="003D556E">
        <w:t xml:space="preserve">are </w:t>
      </w:r>
      <w:r w:rsidRPr="003D556E">
        <w:t>evident?</w:t>
      </w:r>
      <w:r w:rsidR="005251D4" w:rsidRPr="003D556E">
        <w:t xml:space="preserve"> How do you think they might be feeling?</w:t>
      </w:r>
    </w:p>
    <w:p w:rsidR="00CC4C68" w:rsidRPr="003D556E" w:rsidRDefault="00CC4C68" w:rsidP="00814F15">
      <w:pPr>
        <w:ind w:left="720"/>
      </w:pPr>
    </w:p>
    <w:p w:rsidR="00CC4C68" w:rsidRPr="003D556E" w:rsidRDefault="008E7146" w:rsidP="00814F15">
      <w:pPr>
        <w:ind w:left="720"/>
      </w:pPr>
      <w:r w:rsidRPr="003D556E">
        <w:rPr>
          <w:b/>
        </w:rPr>
        <w:t>Present</w:t>
      </w:r>
      <w:r w:rsidR="00CC4C68" w:rsidRPr="003D556E">
        <w:rPr>
          <w:b/>
        </w:rPr>
        <w:t xml:space="preserve"> </w:t>
      </w:r>
      <w:r w:rsidR="00CC4C68" w:rsidRPr="003D556E">
        <w:t>– how are they living now</w:t>
      </w:r>
      <w:r w:rsidRPr="003D556E">
        <w:t>? W</w:t>
      </w:r>
      <w:r w:rsidR="00CC4C68" w:rsidRPr="003D556E">
        <w:t>hat would you like to ask them?</w:t>
      </w:r>
    </w:p>
    <w:p w:rsidR="00CC4C68" w:rsidRPr="003D556E" w:rsidRDefault="00CC4C68" w:rsidP="00814F15">
      <w:pPr>
        <w:ind w:left="720"/>
      </w:pPr>
    </w:p>
    <w:p w:rsidR="006C4161" w:rsidRPr="003D556E" w:rsidRDefault="00CC4C68" w:rsidP="009C7041">
      <w:pPr>
        <w:ind w:left="720"/>
      </w:pPr>
      <w:r w:rsidRPr="003D556E">
        <w:rPr>
          <w:b/>
        </w:rPr>
        <w:t>Future</w:t>
      </w:r>
      <w:r w:rsidRPr="003D556E">
        <w:t xml:space="preserve"> – what might you ask them ab</w:t>
      </w:r>
      <w:r w:rsidR="009C7041" w:rsidRPr="003D556E">
        <w:t>out their hopes for the future?</w:t>
      </w:r>
    </w:p>
    <w:p w:rsidR="006C4161" w:rsidRPr="003D556E" w:rsidRDefault="006C4161" w:rsidP="007D0BC1"/>
    <w:p w:rsidR="00814F15" w:rsidRPr="00814F15" w:rsidRDefault="00A44BBB" w:rsidP="00E36431">
      <w:pPr>
        <w:pStyle w:val="ListParagraph"/>
        <w:numPr>
          <w:ilvl w:val="0"/>
          <w:numId w:val="3"/>
        </w:numPr>
        <w:rPr>
          <w:i/>
        </w:rPr>
      </w:pPr>
      <w:r w:rsidRPr="003D556E">
        <w:t xml:space="preserve">Display </w:t>
      </w:r>
      <w:r w:rsidR="00CC4C68" w:rsidRPr="003D556E">
        <w:t>the image</w:t>
      </w:r>
      <w:r w:rsidR="00D950A5" w:rsidRPr="003D556E">
        <w:t xml:space="preserve"> on slide </w:t>
      </w:r>
      <w:r w:rsidR="005251D4" w:rsidRPr="003D556E">
        <w:t xml:space="preserve">three </w:t>
      </w:r>
      <w:r w:rsidR="00D950A5" w:rsidRPr="003D556E">
        <w:t>of the</w:t>
      </w:r>
      <w:r w:rsidRPr="003D556E">
        <w:t xml:space="preserve"> </w:t>
      </w:r>
      <w:hyperlink r:id="rId12" w:history="1">
        <w:r w:rsidRPr="003D556E">
          <w:rPr>
            <w:rStyle w:val="Hyperlink"/>
          </w:rPr>
          <w:t>PowerPoint</w:t>
        </w:r>
      </w:hyperlink>
      <w:r w:rsidR="00CC4C68">
        <w:t xml:space="preserve"> for all to see. Give learners the following information with the image:</w:t>
      </w:r>
    </w:p>
    <w:p w:rsidR="00814F15" w:rsidRDefault="00814F15" w:rsidP="00814F15">
      <w:pPr>
        <w:pStyle w:val="ListParagraph"/>
        <w:ind w:left="360"/>
      </w:pPr>
    </w:p>
    <w:p w:rsidR="00814F15" w:rsidRPr="00C916DB" w:rsidRDefault="00CC4C68" w:rsidP="00E36C72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i/>
        </w:rPr>
      </w:pPr>
      <w:r w:rsidRPr="00C916DB">
        <w:rPr>
          <w:i/>
        </w:rPr>
        <w:t>This is Yamat showing a picture of her home in Syria. She is a refugee living in Glasgow, Scotland.</w:t>
      </w:r>
    </w:p>
    <w:p w:rsidR="00814F15" w:rsidRDefault="00814F15" w:rsidP="00814F15">
      <w:pPr>
        <w:pStyle w:val="ListParagraph"/>
        <w:ind w:left="360"/>
      </w:pPr>
    </w:p>
    <w:p w:rsidR="009C7041" w:rsidRDefault="00CC4C68" w:rsidP="00814F15">
      <w:pPr>
        <w:pStyle w:val="ListParagraph"/>
        <w:ind w:left="360"/>
      </w:pPr>
      <w:r>
        <w:lastRenderedPageBreak/>
        <w:t>Ask learners to look at the image and to respond to it</w:t>
      </w:r>
      <w:r w:rsidR="00475FCF">
        <w:t>, noting down and discussing their</w:t>
      </w:r>
      <w:r>
        <w:t xml:space="preserve"> thoughts, reactions</w:t>
      </w:r>
      <w:r w:rsidR="00475FCF">
        <w:t xml:space="preserve"> and any </w:t>
      </w:r>
      <w:r>
        <w:t>questions they might have</w:t>
      </w:r>
      <w:r w:rsidR="004D2FD8">
        <w:t xml:space="preserve">, using the </w:t>
      </w:r>
      <w:r>
        <w:t xml:space="preserve">framework </w:t>
      </w:r>
      <w:r w:rsidR="00475FCF">
        <w:t>on their A3 paper</w:t>
      </w:r>
      <w:r w:rsidR="009C7041">
        <w:t>.</w:t>
      </w:r>
      <w:r w:rsidR="004D2FD8">
        <w:t xml:space="preserve"> </w:t>
      </w:r>
    </w:p>
    <w:p w:rsidR="009C7041" w:rsidRDefault="009C7041" w:rsidP="00814F15">
      <w:pPr>
        <w:pStyle w:val="ListParagraph"/>
        <w:ind w:left="360"/>
      </w:pPr>
    </w:p>
    <w:p w:rsidR="00CC4C68" w:rsidRDefault="009C7041" w:rsidP="00814F15">
      <w:pPr>
        <w:pStyle w:val="ListParagraph"/>
        <w:ind w:left="360"/>
      </w:pPr>
      <w:r>
        <w:t>E</w:t>
      </w:r>
      <w:r w:rsidR="004D2FD8">
        <w:t>ncourage them to develop and expand this if needed</w:t>
      </w:r>
      <w:r>
        <w:t xml:space="preserve"> – the framework </w:t>
      </w:r>
      <w:r w:rsidR="00CC4C68">
        <w:t xml:space="preserve">is there to help </w:t>
      </w:r>
      <w:r w:rsidR="00783F6F">
        <w:t>and</w:t>
      </w:r>
      <w:r w:rsidR="00CC4C68">
        <w:t xml:space="preserve"> not limit them. </w:t>
      </w:r>
    </w:p>
    <w:p w:rsidR="00475FCF" w:rsidRDefault="00475FCF" w:rsidP="00814F15">
      <w:pPr>
        <w:pStyle w:val="ListParagraph"/>
        <w:ind w:left="360"/>
      </w:pPr>
    </w:p>
    <w:p w:rsidR="00814F15" w:rsidRDefault="00814F15" w:rsidP="00E36431">
      <w:pPr>
        <w:pStyle w:val="ListParagraph"/>
        <w:numPr>
          <w:ilvl w:val="0"/>
          <w:numId w:val="3"/>
        </w:numPr>
      </w:pPr>
      <w:r w:rsidRPr="003D556E">
        <w:t xml:space="preserve">After </w:t>
      </w:r>
      <w:r w:rsidR="00783F6F" w:rsidRPr="003D556E">
        <w:t>a few</w:t>
      </w:r>
      <w:r w:rsidRPr="003D556E">
        <w:t xml:space="preserve"> minutes</w:t>
      </w:r>
      <w:r w:rsidR="00DF0410" w:rsidRPr="003D556E">
        <w:t xml:space="preserve">, show the image of Yamat on slide </w:t>
      </w:r>
      <w:r w:rsidR="005251D4" w:rsidRPr="003D556E">
        <w:t>four</w:t>
      </w:r>
      <w:r w:rsidR="00D950A5" w:rsidRPr="003D556E">
        <w:t xml:space="preserve"> </w:t>
      </w:r>
      <w:r w:rsidR="00DF0410" w:rsidRPr="003D556E">
        <w:t>of the</w:t>
      </w:r>
      <w:hyperlink r:id="rId13" w:history="1">
        <w:r w:rsidR="00DF0410" w:rsidRPr="003D556E">
          <w:rPr>
            <w:rStyle w:val="Hyperlink"/>
          </w:rPr>
          <w:t xml:space="preserve"> PowerPoint</w:t>
        </w:r>
      </w:hyperlink>
      <w:r w:rsidR="00DF0410" w:rsidRPr="003D556E">
        <w:t>,</w:t>
      </w:r>
      <w:r w:rsidR="00DF0410">
        <w:t xml:space="preserve"> and</w:t>
      </w:r>
      <w:r>
        <w:t xml:space="preserve"> provide learners with an additional piece of information as follows:</w:t>
      </w:r>
    </w:p>
    <w:p w:rsidR="00814F15" w:rsidRDefault="00814F15" w:rsidP="00814F15">
      <w:pPr>
        <w:pStyle w:val="ListParagraph"/>
        <w:ind w:left="360"/>
      </w:pPr>
    </w:p>
    <w:p w:rsidR="00C916DB" w:rsidRPr="00C916DB" w:rsidRDefault="00814F15" w:rsidP="00E36C72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i/>
        </w:rPr>
      </w:pPr>
      <w:r w:rsidRPr="00C916DB">
        <w:rPr>
          <w:i/>
        </w:rPr>
        <w:t>As the family slept a rocket destroyed their house and 8 year old Yamat’s hearing was permanently damaged by the blast.</w:t>
      </w:r>
    </w:p>
    <w:p w:rsidR="00C916DB" w:rsidRDefault="00C916DB" w:rsidP="00C916DB">
      <w:pPr>
        <w:pStyle w:val="ListParagraph"/>
        <w:ind w:left="360"/>
      </w:pPr>
    </w:p>
    <w:p w:rsidR="005B62B3" w:rsidRDefault="00814F15" w:rsidP="00C916DB">
      <w:pPr>
        <w:pStyle w:val="ListParagraph"/>
        <w:ind w:left="360"/>
      </w:pPr>
      <w:r>
        <w:t xml:space="preserve">Ask them to continue </w:t>
      </w:r>
      <w:r w:rsidR="00783F6F">
        <w:t xml:space="preserve">to discuss and add to their sheet </w:t>
      </w:r>
      <w:r>
        <w:t>with their responses</w:t>
      </w:r>
      <w:r w:rsidR="00783F6F">
        <w:t xml:space="preserve"> and </w:t>
      </w:r>
      <w:r>
        <w:t xml:space="preserve">questions. </w:t>
      </w:r>
    </w:p>
    <w:p w:rsidR="005B62B3" w:rsidRDefault="005B62B3" w:rsidP="00C916DB">
      <w:pPr>
        <w:pStyle w:val="ListParagraph"/>
        <w:ind w:left="360"/>
      </w:pPr>
    </w:p>
    <w:p w:rsidR="00C916DB" w:rsidRDefault="00814F15" w:rsidP="009C7041">
      <w:pPr>
        <w:pStyle w:val="ListParagraph"/>
        <w:ind w:left="360"/>
      </w:pPr>
      <w:r>
        <w:t>What new questions</w:t>
      </w:r>
      <w:r w:rsidR="00783F6F">
        <w:t xml:space="preserve"> and </w:t>
      </w:r>
      <w:r>
        <w:t>responses might emerge as a result</w:t>
      </w:r>
      <w:r w:rsidR="00C916DB">
        <w:t xml:space="preserve"> </w:t>
      </w:r>
      <w:r w:rsidR="009C7041">
        <w:t>of this additional information?</w:t>
      </w:r>
    </w:p>
    <w:p w:rsidR="005B62B3" w:rsidRDefault="005B62B3" w:rsidP="007D0BC1"/>
    <w:p w:rsidR="00C916DB" w:rsidRPr="008A40FA" w:rsidRDefault="00C916DB" w:rsidP="00E36431">
      <w:pPr>
        <w:pStyle w:val="ListParagraph"/>
        <w:numPr>
          <w:ilvl w:val="0"/>
          <w:numId w:val="3"/>
        </w:numPr>
        <w:rPr>
          <w:i/>
          <w:szCs w:val="23"/>
        </w:rPr>
      </w:pPr>
      <w:r>
        <w:t xml:space="preserve">After a further </w:t>
      </w:r>
      <w:r w:rsidR="00783F6F">
        <w:t xml:space="preserve">five </w:t>
      </w:r>
      <w:r>
        <w:t xml:space="preserve">minutes give learners </w:t>
      </w:r>
      <w:r w:rsidR="002B0760">
        <w:t xml:space="preserve">a copy of </w:t>
      </w:r>
      <w:hyperlink r:id="rId14" w:history="1">
        <w:r w:rsidR="00783F6F" w:rsidRPr="008A40FA">
          <w:rPr>
            <w:rStyle w:val="Hyperlink"/>
          </w:rPr>
          <w:t>Mohammad and Kamaar’s story sheet</w:t>
        </w:r>
        <w:r w:rsidR="00DF0410" w:rsidRPr="008A40FA">
          <w:rPr>
            <w:rStyle w:val="Hyperlink"/>
          </w:rPr>
          <w:t>.</w:t>
        </w:r>
      </w:hyperlink>
    </w:p>
    <w:p w:rsidR="00C916DB" w:rsidRDefault="00C916DB" w:rsidP="007D0BC1"/>
    <w:p w:rsidR="005B62B3" w:rsidRDefault="004D2FD8" w:rsidP="00C916DB">
      <w:pPr>
        <w:pStyle w:val="ListParagraph"/>
        <w:ind w:left="360"/>
      </w:pPr>
      <w:r>
        <w:t>Once they have read the story a</w:t>
      </w:r>
      <w:r w:rsidR="00C916DB">
        <w:t>sk th</w:t>
      </w:r>
      <w:r w:rsidR="009C7041">
        <w:t xml:space="preserve">em to add any further responses or </w:t>
      </w:r>
      <w:r w:rsidR="00C916DB">
        <w:t>questions based on this additional information</w:t>
      </w:r>
      <w:r w:rsidR="005B62B3">
        <w:t>.</w:t>
      </w:r>
    </w:p>
    <w:p w:rsidR="005B62B3" w:rsidRDefault="005B62B3" w:rsidP="00C916DB">
      <w:pPr>
        <w:pStyle w:val="ListParagraph"/>
        <w:ind w:left="360"/>
      </w:pPr>
    </w:p>
    <w:p w:rsidR="00C916DB" w:rsidRDefault="00C916DB" w:rsidP="00C916DB">
      <w:pPr>
        <w:pStyle w:val="ListParagraph"/>
        <w:ind w:left="360"/>
      </w:pPr>
      <w:r>
        <w:t>What might they</w:t>
      </w:r>
      <w:r w:rsidR="009C7041">
        <w:t xml:space="preserve"> now</w:t>
      </w:r>
      <w:r>
        <w:t xml:space="preserve"> like to ask Mohammed</w:t>
      </w:r>
      <w:r w:rsidR="009C7041">
        <w:t xml:space="preserve">, </w:t>
      </w:r>
      <w:r w:rsidR="00A866C4">
        <w:t>Kamaar</w:t>
      </w:r>
      <w:r w:rsidR="00DF0410">
        <w:t xml:space="preserve"> or Yamat</w:t>
      </w:r>
      <w:r>
        <w:t>?</w:t>
      </w:r>
    </w:p>
    <w:p w:rsidR="00C916DB" w:rsidRDefault="00C916DB" w:rsidP="00C916DB">
      <w:pPr>
        <w:pStyle w:val="ListParagraph"/>
        <w:ind w:left="360"/>
      </w:pPr>
    </w:p>
    <w:p w:rsidR="009C7041" w:rsidRDefault="00C916DB" w:rsidP="00E36431">
      <w:pPr>
        <w:pStyle w:val="ListParagraph"/>
        <w:numPr>
          <w:ilvl w:val="0"/>
          <w:numId w:val="3"/>
        </w:numPr>
      </w:pPr>
      <w:r>
        <w:t xml:space="preserve">Finally, give learners a copy of the </w:t>
      </w:r>
      <w:hyperlink r:id="rId15" w:history="1">
        <w:r w:rsidR="00DF0410" w:rsidRPr="008A40FA">
          <w:rPr>
            <w:rStyle w:val="Hyperlink"/>
          </w:rPr>
          <w:t xml:space="preserve">key </w:t>
        </w:r>
        <w:r w:rsidRPr="008A40FA">
          <w:rPr>
            <w:rStyle w:val="Hyperlink"/>
          </w:rPr>
          <w:t>facts</w:t>
        </w:r>
        <w:r w:rsidR="00DF0410" w:rsidRPr="008A40FA">
          <w:rPr>
            <w:rStyle w:val="Hyperlink"/>
          </w:rPr>
          <w:t xml:space="preserve"> sheet</w:t>
        </w:r>
        <w:r w:rsidRPr="008A40FA">
          <w:rPr>
            <w:rStyle w:val="Hyperlink"/>
          </w:rPr>
          <w:t xml:space="preserve"> </w:t>
        </w:r>
        <w:r w:rsidR="00587EE1" w:rsidRPr="008A40FA">
          <w:rPr>
            <w:rStyle w:val="Hyperlink"/>
          </w:rPr>
          <w:t>2016</w:t>
        </w:r>
      </w:hyperlink>
      <w:r w:rsidR="00587EE1">
        <w:t xml:space="preserve"> </w:t>
      </w:r>
      <w:r>
        <w:t xml:space="preserve">that provides background </w:t>
      </w:r>
      <w:r w:rsidR="004D2FD8">
        <w:t xml:space="preserve">information </w:t>
      </w:r>
      <w:r w:rsidR="00784A3D">
        <w:t xml:space="preserve">to </w:t>
      </w:r>
      <w:r>
        <w:t xml:space="preserve">the refugee crisis that Yamat is part of. </w:t>
      </w:r>
    </w:p>
    <w:p w:rsidR="009C7041" w:rsidRDefault="009C7041" w:rsidP="009C7041">
      <w:pPr>
        <w:pStyle w:val="ListParagraph"/>
        <w:ind w:left="360"/>
      </w:pPr>
    </w:p>
    <w:p w:rsidR="00C916DB" w:rsidRDefault="00C916DB" w:rsidP="009C7041">
      <w:pPr>
        <w:pStyle w:val="ListParagraph"/>
        <w:ind w:left="360"/>
      </w:pPr>
      <w:r>
        <w:t>Draw particular attention to the definitions of refugee and asylum seeker, but give them time to look at all of the information about the current crisis.</w:t>
      </w:r>
    </w:p>
    <w:p w:rsidR="00C916DB" w:rsidRDefault="00C916DB" w:rsidP="00C916DB">
      <w:pPr>
        <w:pStyle w:val="ListParagraph"/>
        <w:ind w:left="360"/>
      </w:pPr>
    </w:p>
    <w:p w:rsidR="009C7041" w:rsidRDefault="00C916DB" w:rsidP="009C7041">
      <w:pPr>
        <w:pStyle w:val="ListParagraph"/>
        <w:ind w:left="360"/>
      </w:pPr>
      <w:r>
        <w:t>Does the extra information help to answer some of their questions or lead to new ones? Does it alter their understanding of the situation?</w:t>
      </w:r>
      <w:r w:rsidR="000403BB">
        <w:t xml:space="preserve"> </w:t>
      </w:r>
    </w:p>
    <w:p w:rsidR="00C916DB" w:rsidRDefault="00C916DB" w:rsidP="007D0BC1"/>
    <w:p w:rsidR="00284A46" w:rsidRDefault="00C916DB" w:rsidP="00E36431">
      <w:pPr>
        <w:pStyle w:val="ListParagraph"/>
        <w:numPr>
          <w:ilvl w:val="0"/>
          <w:numId w:val="3"/>
        </w:numPr>
      </w:pPr>
      <w:r>
        <w:t xml:space="preserve">Close the activity by asking learners to reflect </w:t>
      </w:r>
      <w:r w:rsidR="00284A46">
        <w:t xml:space="preserve">and share </w:t>
      </w:r>
      <w:r>
        <w:t>how their understanding might have changed over the course of the activity</w:t>
      </w:r>
      <w:r w:rsidR="000403BB">
        <w:t>.</w:t>
      </w:r>
    </w:p>
    <w:p w:rsidR="008B5766" w:rsidRDefault="008B5766" w:rsidP="00E36C72">
      <w:pPr>
        <w:pStyle w:val="ListParagraph"/>
      </w:pPr>
    </w:p>
    <w:sectPr w:rsidR="008B5766" w:rsidSect="00823E7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pgSz w:w="11900" w:h="16840"/>
      <w:pgMar w:top="1843" w:right="1127" w:bottom="2268" w:left="1134" w:header="0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228" w:rsidRDefault="002B3228" w:rsidP="00830B76">
      <w:r>
        <w:separator/>
      </w:r>
    </w:p>
  </w:endnote>
  <w:endnote w:type="continuationSeparator" w:id="0">
    <w:p w:rsidR="002B3228" w:rsidRDefault="002B3228" w:rsidP="00830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HelveticaNeue LT 45 Lt">
    <w:panose1 w:val="020B0404020002020204"/>
    <w:charset w:val="00"/>
    <w:family w:val="swiss"/>
    <w:pitch w:val="variable"/>
    <w:sig w:usb0="80000027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228" w:rsidRDefault="002B3228" w:rsidP="00830B76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B3228" w:rsidRDefault="002B3228" w:rsidP="00830B7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228" w:rsidRDefault="002B3228" w:rsidP="008708DD">
    <w:pPr>
      <w:pStyle w:val="Footer"/>
      <w:rPr>
        <w:color w:val="262626" w:themeColor="text1" w:themeTint="D9"/>
        <w:sz w:val="18"/>
        <w:szCs w:val="18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-281940</wp:posOffset>
              </wp:positionH>
              <wp:positionV relativeFrom="paragraph">
                <wp:posOffset>-357505</wp:posOffset>
              </wp:positionV>
              <wp:extent cx="281940" cy="295910"/>
              <wp:effectExtent l="0" t="0" r="0" b="889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1940" cy="295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:rsidR="002B3228" w:rsidRPr="00823E72" w:rsidRDefault="002B3228" w:rsidP="00823E72">
                          <w:pPr>
                            <w:pStyle w:val="Footer"/>
                            <w:jc w:val="right"/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823E72">
                            <w:rPr>
                              <w:rStyle w:val="PageNumber"/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823E72">
                            <w:rPr>
                              <w:rStyle w:val="PageNumber"/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 w:rsidRPr="00823E72">
                            <w:rPr>
                              <w:rStyle w:val="PageNumber"/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297EB4">
                            <w:rPr>
                              <w:rStyle w:val="PageNumber"/>
                              <w:b/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1</w:t>
                          </w:r>
                          <w:r w:rsidRPr="00823E72">
                            <w:rPr>
                              <w:rStyle w:val="PageNumber"/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22.2pt;margin-top:-28.15pt;width:22.2pt;height:23.3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" filled="f" stroked="f">
              <v:path arrowok="t"/>
              <v:textbox style="mso-fit-shape-to-text:t">
                <w:txbxContent>
                  <w:p w:rsidR="002B3228" w:rsidRPr="00823E72" w:rsidRDefault="002B3228" w:rsidP="00823E72">
                    <w:pPr>
                      <w:pStyle w:val="Footer"/>
                      <w:jc w:val="right"/>
                      <w:rPr>
                        <w:b/>
                        <w:color w:val="FFFFFF" w:themeColor="background1"/>
                        <w:sz w:val="28"/>
                        <w:szCs w:val="28"/>
                      </w:rPr>
                    </w:pPr>
                    <w:r w:rsidRPr="00823E72">
                      <w:rPr>
                        <w:rStyle w:val="PageNumber"/>
                        <w:b/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 w:rsidRPr="00823E72">
                      <w:rPr>
                        <w:rStyle w:val="PageNumber"/>
                        <w:b/>
                        <w:color w:val="FFFFFF" w:themeColor="background1"/>
                        <w:sz w:val="28"/>
                        <w:szCs w:val="28"/>
                      </w:rPr>
                      <w:instrText xml:space="preserve">PAGE  </w:instrText>
                    </w:r>
                    <w:r w:rsidRPr="00823E72">
                      <w:rPr>
                        <w:rStyle w:val="PageNumber"/>
                        <w:b/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297EB4">
                      <w:rPr>
                        <w:rStyle w:val="PageNumber"/>
                        <w:b/>
                        <w:noProof/>
                        <w:color w:val="FFFFFF" w:themeColor="background1"/>
                        <w:sz w:val="28"/>
                        <w:szCs w:val="28"/>
                      </w:rPr>
                      <w:t>1</w:t>
                    </w:r>
                    <w:r w:rsidRPr="00823E72">
                      <w:rPr>
                        <w:rStyle w:val="PageNumber"/>
                        <w:b/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668480" behindDoc="0" locked="0" layoutInCell="1" allowOverlap="1">
              <wp:simplePos x="0" y="0"/>
              <wp:positionH relativeFrom="column">
                <wp:posOffset>342899</wp:posOffset>
              </wp:positionH>
              <wp:positionV relativeFrom="paragraph">
                <wp:posOffset>-699770</wp:posOffset>
              </wp:positionV>
              <wp:extent cx="0" cy="800100"/>
              <wp:effectExtent l="0" t="0" r="19050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800100"/>
                      </a:xfrm>
                      <a:prstGeom prst="line">
                        <a:avLst/>
                      </a:prstGeom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7pt,-55.1pt" to="27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" strokecolor="white [3212]"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6" behindDoc="0" locked="0" layoutInCell="1" allowOverlap="1">
              <wp:simplePos x="0" y="0"/>
              <wp:positionH relativeFrom="column">
                <wp:posOffset>-799465</wp:posOffset>
              </wp:positionH>
              <wp:positionV relativeFrom="paragraph">
                <wp:posOffset>-901065</wp:posOffset>
              </wp:positionV>
              <wp:extent cx="7658100" cy="1229995"/>
              <wp:effectExtent l="0" t="0" r="0" b="8255"/>
              <wp:wrapNone/>
              <wp:docPr id="7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658100" cy="1229995"/>
                      </a:xfrm>
                      <a:prstGeom prst="rect">
                        <a:avLst/>
                      </a:prstGeom>
                      <a:solidFill>
                        <a:srgbClr val="CE1620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7" o:spid="_x0000_s1026" style="position:absolute;margin-left:-62.95pt;margin-top:-70.95pt;width:603pt;height:96.85pt;z-index:25166028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" fillcolor="#ce1620" stroked="f">
              <v:path arrowok="t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1" behindDoc="0" locked="0" layoutInCell="1" allowOverlap="1">
              <wp:simplePos x="0" y="0"/>
              <wp:positionH relativeFrom="column">
                <wp:posOffset>342900</wp:posOffset>
              </wp:positionH>
              <wp:positionV relativeFrom="paragraph">
                <wp:posOffset>-586105</wp:posOffset>
              </wp:positionV>
              <wp:extent cx="7658100" cy="9144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5810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B3228" w:rsidRDefault="002B3228" w:rsidP="00823E72">
                          <w:pPr>
                            <w:pStyle w:val="Footer"/>
                            <w:ind w:left="567"/>
                            <w:rPr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:rsidR="002B3228" w:rsidRPr="00823E72" w:rsidRDefault="002B3228" w:rsidP="00823E72">
                          <w:pPr>
                            <w:pStyle w:val="Footer"/>
                            <w:ind w:left="567"/>
                            <w:rPr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</w:pPr>
                          <w:r w:rsidRPr="00823E72">
                            <w:rPr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© British Red Cross 201</w:t>
                          </w:r>
                          <w:r>
                            <w:rPr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6</w:t>
                          </w:r>
                          <w:r w:rsidRPr="00823E72">
                            <w:rPr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. All images © British Red Cross 201</w:t>
                          </w:r>
                          <w:r>
                            <w:rPr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6</w:t>
                          </w:r>
                          <w:r w:rsidRPr="00823E72">
                            <w:rPr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 unless otherwise stated.</w:t>
                          </w:r>
                        </w:p>
                        <w:p w:rsidR="002B3228" w:rsidRPr="00823E72" w:rsidRDefault="002B3228" w:rsidP="00823E72">
                          <w:pPr>
                            <w:pStyle w:val="Footer"/>
                            <w:ind w:left="567"/>
                            <w:rPr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</w:pPr>
                          <w:r w:rsidRPr="00823E72">
                            <w:rPr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This resource and other free educational materials are available at </w:t>
                          </w:r>
                          <w:hyperlink r:id="rId1" w:history="1">
                            <w:r w:rsidRPr="00823E72">
                              <w:rPr>
                                <w:rStyle w:val="Hyperlink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www.redcross.org.uk/education</w:t>
                            </w:r>
                          </w:hyperlink>
                        </w:p>
                        <w:p w:rsidR="002B3228" w:rsidRPr="00823E72" w:rsidRDefault="002B3228" w:rsidP="00823E72">
                          <w:pPr>
                            <w:pStyle w:val="Footer"/>
                            <w:tabs>
                              <w:tab w:val="clear" w:pos="8640"/>
                              <w:tab w:val="right" w:pos="8931"/>
                            </w:tabs>
                            <w:ind w:left="567"/>
                            <w:rPr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</w:pPr>
                          <w:r w:rsidRPr="00823E72">
                            <w:rPr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The British Red Cross Society is a charity registered in England and Wales (220949) and Scotland (SCO37738).</w:t>
                          </w:r>
                        </w:p>
                        <w:p w:rsidR="002B3228" w:rsidRPr="00823E72" w:rsidRDefault="002B3228" w:rsidP="00823E72">
                          <w:pPr>
                            <w:ind w:left="567"/>
                            <w:rPr>
                              <w:color w:val="FFFFFF" w:themeColor="background1"/>
                            </w:rPr>
                          </w:pPr>
                        </w:p>
                        <w:p w:rsidR="002B3228" w:rsidRDefault="002B3228" w:rsidP="00823E72">
                          <w:pPr>
                            <w:ind w:left="567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" o:spid="_x0000_s1028" type="#_x0000_t202" style="position:absolute;margin-left:27pt;margin-top:-46.15pt;width:603pt;height:1in;z-index:2516613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" filled="f" stroked="f">
              <v:path arrowok="t"/>
              <v:textbox>
                <w:txbxContent>
                  <w:p w:rsidR="002B3228" w:rsidRDefault="002B3228" w:rsidP="00823E72">
                    <w:pPr>
                      <w:pStyle w:val="Footer"/>
                      <w:ind w:left="567"/>
                      <w:rPr>
                        <w:color w:val="FFFFFF" w:themeColor="background1"/>
                        <w:sz w:val="18"/>
                        <w:szCs w:val="18"/>
                        <w:lang w:val="en-US"/>
                      </w:rPr>
                    </w:pPr>
                  </w:p>
                  <w:p w:rsidR="002B3228" w:rsidRPr="00823E72" w:rsidRDefault="002B3228" w:rsidP="00823E72">
                    <w:pPr>
                      <w:pStyle w:val="Footer"/>
                      <w:ind w:left="567"/>
                      <w:rPr>
                        <w:color w:val="FFFFFF" w:themeColor="background1"/>
                        <w:sz w:val="18"/>
                        <w:szCs w:val="18"/>
                        <w:lang w:val="en-US"/>
                      </w:rPr>
                    </w:pPr>
                    <w:r w:rsidRPr="00823E72">
                      <w:rPr>
                        <w:color w:val="FFFFFF" w:themeColor="background1"/>
                        <w:sz w:val="18"/>
                        <w:szCs w:val="18"/>
                        <w:lang w:val="en-US"/>
                      </w:rPr>
                      <w:t>© British Red Cross 201</w:t>
                    </w:r>
                    <w:r>
                      <w:rPr>
                        <w:color w:val="FFFFFF" w:themeColor="background1"/>
                        <w:sz w:val="18"/>
                        <w:szCs w:val="18"/>
                        <w:lang w:val="en-US"/>
                      </w:rPr>
                      <w:t>6</w:t>
                    </w:r>
                    <w:r w:rsidRPr="00823E72">
                      <w:rPr>
                        <w:color w:val="FFFFFF" w:themeColor="background1"/>
                        <w:sz w:val="18"/>
                        <w:szCs w:val="18"/>
                        <w:lang w:val="en-US"/>
                      </w:rPr>
                      <w:t>. All images © British Red Cross 201</w:t>
                    </w:r>
                    <w:r>
                      <w:rPr>
                        <w:color w:val="FFFFFF" w:themeColor="background1"/>
                        <w:sz w:val="18"/>
                        <w:szCs w:val="18"/>
                        <w:lang w:val="en-US"/>
                      </w:rPr>
                      <w:t>6</w:t>
                    </w:r>
                    <w:r w:rsidRPr="00823E72">
                      <w:rPr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 unless otherwise stated.</w:t>
                    </w:r>
                  </w:p>
                  <w:p w:rsidR="002B3228" w:rsidRPr="00823E72" w:rsidRDefault="002B3228" w:rsidP="00823E72">
                    <w:pPr>
                      <w:pStyle w:val="Footer"/>
                      <w:ind w:left="567"/>
                      <w:rPr>
                        <w:color w:val="FFFFFF" w:themeColor="background1"/>
                        <w:sz w:val="18"/>
                        <w:szCs w:val="18"/>
                        <w:lang w:val="en-US"/>
                      </w:rPr>
                    </w:pPr>
                    <w:r w:rsidRPr="00823E72">
                      <w:rPr>
                        <w:color w:val="FFFFFF" w:themeColor="background1"/>
                        <w:sz w:val="18"/>
                        <w:szCs w:val="18"/>
                        <w:lang w:val="en-US"/>
                      </w:rPr>
                      <w:t>This resource and other free educational materials are available at </w:t>
                    </w:r>
                    <w:hyperlink r:id="rId2" w:history="1">
                      <w:r w:rsidRPr="00823E72">
                        <w:rPr>
                          <w:rStyle w:val="Hyperlink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www.redcross.org.uk/education</w:t>
                      </w:r>
                    </w:hyperlink>
                  </w:p>
                  <w:p w:rsidR="002B3228" w:rsidRPr="00823E72" w:rsidRDefault="002B3228" w:rsidP="00823E72">
                    <w:pPr>
                      <w:pStyle w:val="Footer"/>
                      <w:tabs>
                        <w:tab w:val="clear" w:pos="8640"/>
                        <w:tab w:val="right" w:pos="8931"/>
                      </w:tabs>
                      <w:ind w:left="567"/>
                      <w:rPr>
                        <w:color w:val="FFFFFF" w:themeColor="background1"/>
                        <w:sz w:val="18"/>
                        <w:szCs w:val="18"/>
                        <w:lang w:val="en-US"/>
                      </w:rPr>
                    </w:pPr>
                    <w:r w:rsidRPr="00823E72">
                      <w:rPr>
                        <w:color w:val="FFFFFF" w:themeColor="background1"/>
                        <w:sz w:val="18"/>
                        <w:szCs w:val="18"/>
                        <w:lang w:val="en-US"/>
                      </w:rPr>
                      <w:t>The British Red Cross Society is a charity registered in England and Wales (220949) and Scotland (SCO37738).</w:t>
                    </w:r>
                  </w:p>
                  <w:p w:rsidR="002B3228" w:rsidRPr="00823E72" w:rsidRDefault="002B3228" w:rsidP="00823E72">
                    <w:pPr>
                      <w:ind w:left="567"/>
                      <w:rPr>
                        <w:color w:val="FFFFFF" w:themeColor="background1"/>
                      </w:rPr>
                    </w:pPr>
                  </w:p>
                  <w:p w:rsidR="002B3228" w:rsidRDefault="002B3228" w:rsidP="00823E72">
                    <w:pPr>
                      <w:ind w:left="567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228" w:rsidRDefault="002B3228" w:rsidP="00830B76">
      <w:r>
        <w:separator/>
      </w:r>
    </w:p>
  </w:footnote>
  <w:footnote w:type="continuationSeparator" w:id="0">
    <w:p w:rsidR="002B3228" w:rsidRDefault="002B3228" w:rsidP="00830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228" w:rsidRDefault="002B3228">
    <w:pPr>
      <w:pStyle w:val="Header"/>
    </w:pP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8750" cy="10801985"/>
          <wp:effectExtent l="0" t="0" r="0" b="0"/>
          <wp:wrapNone/>
          <wp:docPr id="18" name="Picture 18" descr="Lesson plan backgrou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Lesson plan backgrou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8750" cy="10801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228" w:rsidRPr="00823E72" w:rsidRDefault="002B3228" w:rsidP="00823E72">
    <w:pPr>
      <w:pStyle w:val="Header"/>
      <w:tabs>
        <w:tab w:val="clear" w:pos="4320"/>
        <w:tab w:val="clear" w:pos="8640"/>
        <w:tab w:val="left" w:pos="4820"/>
      </w:tabs>
      <w:ind w:left="-1134"/>
    </w:pPr>
    <w:r>
      <w:rPr>
        <w:noProof/>
      </w:rPr>
      <mc:AlternateContent>
        <mc:Choice Requires="wps">
          <w:drawing>
            <wp:anchor distT="0" distB="0" distL="114299" distR="114299" simplePos="0" relativeHeight="251670528" behindDoc="0" locked="0" layoutInCell="1" allowOverlap="1">
              <wp:simplePos x="0" y="0"/>
              <wp:positionH relativeFrom="column">
                <wp:posOffset>2514599</wp:posOffset>
              </wp:positionH>
              <wp:positionV relativeFrom="paragraph">
                <wp:posOffset>255905</wp:posOffset>
              </wp:positionV>
              <wp:extent cx="0" cy="800100"/>
              <wp:effectExtent l="0" t="0" r="19050" b="19050"/>
              <wp:wrapNone/>
              <wp:docPr id="9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800100"/>
                      </a:xfrm>
                      <a:prstGeom prst="line">
                        <a:avLst/>
                      </a:prstGeom>
                      <a:ln>
                        <a:solidFill>
                          <a:srgbClr val="CE162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9" o:spid="_x0000_s1026" style="position:absolute;z-index:251670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98pt,20.15pt" to="198pt,8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" strokecolor="#ce1620"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2743200</wp:posOffset>
              </wp:positionH>
              <wp:positionV relativeFrom="paragraph">
                <wp:posOffset>342900</wp:posOffset>
              </wp:positionV>
              <wp:extent cx="3771900" cy="68580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719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B3228" w:rsidRPr="00823E72" w:rsidRDefault="002B3228" w:rsidP="00823E72">
                          <w:pPr>
                            <w:pStyle w:val="Header"/>
                            <w:tabs>
                              <w:tab w:val="clear" w:pos="4320"/>
                              <w:tab w:val="clear" w:pos="8640"/>
                              <w:tab w:val="left" w:pos="4820"/>
                            </w:tabs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823E72">
                            <w:rPr>
                              <w:b/>
                              <w:sz w:val="28"/>
                              <w:szCs w:val="28"/>
                            </w:rPr>
                            <w:t>EDUCATION RESOURCES</w:t>
                          </w:r>
                        </w:p>
                        <w:p w:rsidR="002B3228" w:rsidRDefault="002B3228" w:rsidP="00823E7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sz w:val="28"/>
                              <w:szCs w:val="28"/>
                              <w:lang w:val="en-US" w:eastAsia="en-US"/>
                            </w:rPr>
                          </w:pPr>
                          <w:r>
                            <w:rPr>
                              <w:rFonts w:cs="Arial"/>
                              <w:sz w:val="28"/>
                              <w:szCs w:val="28"/>
                              <w:lang w:val="en-US" w:eastAsia="en-US"/>
                            </w:rPr>
                            <w:t>Refugee</w:t>
                          </w:r>
                          <w:r w:rsidR="00EC22BD">
                            <w:rPr>
                              <w:rFonts w:cs="Arial"/>
                              <w:sz w:val="28"/>
                              <w:szCs w:val="28"/>
                              <w:lang w:val="en-US" w:eastAsia="en-US"/>
                            </w:rPr>
                            <w:t>s</w:t>
                          </w:r>
                          <w:r w:rsidR="00297EB4">
                            <w:rPr>
                              <w:rFonts w:cs="Arial"/>
                              <w:sz w:val="28"/>
                              <w:szCs w:val="28"/>
                              <w:lang w:val="en-US" w:eastAsia="en-US"/>
                            </w:rPr>
                            <w:t>:</w:t>
                          </w:r>
                          <w:r>
                            <w:rPr>
                              <w:rFonts w:cs="Arial"/>
                              <w:sz w:val="28"/>
                              <w:szCs w:val="28"/>
                              <w:lang w:val="en-US" w:eastAsia="en-US"/>
                            </w:rPr>
                            <w:t xml:space="preserve"> </w:t>
                          </w:r>
                          <w:r w:rsidR="00EC22BD">
                            <w:rPr>
                              <w:rFonts w:cs="Arial"/>
                              <w:sz w:val="28"/>
                              <w:szCs w:val="28"/>
                              <w:lang w:val="en-US" w:eastAsia="en-US"/>
                            </w:rPr>
                            <w:t>Welcome</w:t>
                          </w:r>
                          <w:r w:rsidR="00297EB4">
                            <w:rPr>
                              <w:rFonts w:cs="Arial"/>
                              <w:sz w:val="28"/>
                              <w:szCs w:val="28"/>
                              <w:lang w:val="en-US" w:eastAsia="en-US"/>
                            </w:rPr>
                            <w:t xml:space="preserve"> –</w:t>
                          </w:r>
                          <w:r>
                            <w:rPr>
                              <w:rFonts w:cs="Arial"/>
                              <w:sz w:val="28"/>
                              <w:szCs w:val="28"/>
                              <w:lang w:val="en-US" w:eastAsia="en-US"/>
                            </w:rPr>
                            <w:t xml:space="preserve"> Building understanding</w:t>
                          </w:r>
                        </w:p>
                        <w:p w:rsidR="002B3228" w:rsidRPr="008708DD" w:rsidRDefault="002B3228" w:rsidP="00823E72">
                          <w:pPr>
                            <w:pStyle w:val="Header"/>
                            <w:tabs>
                              <w:tab w:val="clear" w:pos="4320"/>
                              <w:tab w:val="clear" w:pos="8640"/>
                              <w:tab w:val="left" w:pos="4820"/>
                            </w:tabs>
                          </w:pPr>
                        </w:p>
                        <w:p w:rsidR="002B3228" w:rsidRDefault="002B322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3in;margin-top:27pt;width:297pt;height:5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" filled="f" stroked="f">
              <v:path arrowok="t"/>
              <v:textbox>
                <w:txbxContent>
                  <w:p w:rsidR="002B3228" w:rsidRPr="00823E72" w:rsidRDefault="002B3228" w:rsidP="00823E72">
                    <w:pPr>
                      <w:pStyle w:val="Header"/>
                      <w:tabs>
                        <w:tab w:val="clear" w:pos="4320"/>
                        <w:tab w:val="clear" w:pos="8640"/>
                        <w:tab w:val="left" w:pos="4820"/>
                      </w:tabs>
                      <w:rPr>
                        <w:b/>
                        <w:sz w:val="28"/>
                        <w:szCs w:val="28"/>
                      </w:rPr>
                    </w:pPr>
                    <w:r w:rsidRPr="00823E72">
                      <w:rPr>
                        <w:b/>
                        <w:sz w:val="28"/>
                        <w:szCs w:val="28"/>
                      </w:rPr>
                      <w:t>EDUCATION RESOURCES</w:t>
                    </w:r>
                  </w:p>
                  <w:p w:rsidR="002B3228" w:rsidRDefault="002B3228" w:rsidP="00823E72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sz w:val="28"/>
                        <w:szCs w:val="28"/>
                        <w:lang w:val="en-US" w:eastAsia="en-US"/>
                      </w:rPr>
                    </w:pPr>
                    <w:r>
                      <w:rPr>
                        <w:rFonts w:cs="Arial"/>
                        <w:sz w:val="28"/>
                        <w:szCs w:val="28"/>
                        <w:lang w:val="en-US" w:eastAsia="en-US"/>
                      </w:rPr>
                      <w:t>Refugee</w:t>
                    </w:r>
                    <w:r w:rsidR="00EC22BD">
                      <w:rPr>
                        <w:rFonts w:cs="Arial"/>
                        <w:sz w:val="28"/>
                        <w:szCs w:val="28"/>
                        <w:lang w:val="en-US" w:eastAsia="en-US"/>
                      </w:rPr>
                      <w:t>s</w:t>
                    </w:r>
                    <w:r w:rsidR="00297EB4">
                      <w:rPr>
                        <w:rFonts w:cs="Arial"/>
                        <w:sz w:val="28"/>
                        <w:szCs w:val="28"/>
                        <w:lang w:val="en-US" w:eastAsia="en-US"/>
                      </w:rPr>
                      <w:t>:</w:t>
                    </w:r>
                    <w:r>
                      <w:rPr>
                        <w:rFonts w:cs="Arial"/>
                        <w:sz w:val="28"/>
                        <w:szCs w:val="28"/>
                        <w:lang w:val="en-US" w:eastAsia="en-US"/>
                      </w:rPr>
                      <w:t xml:space="preserve"> </w:t>
                    </w:r>
                    <w:r w:rsidR="00EC22BD">
                      <w:rPr>
                        <w:rFonts w:cs="Arial"/>
                        <w:sz w:val="28"/>
                        <w:szCs w:val="28"/>
                        <w:lang w:val="en-US" w:eastAsia="en-US"/>
                      </w:rPr>
                      <w:t>Welcome</w:t>
                    </w:r>
                    <w:r w:rsidR="00297EB4">
                      <w:rPr>
                        <w:rFonts w:cs="Arial"/>
                        <w:sz w:val="28"/>
                        <w:szCs w:val="28"/>
                        <w:lang w:val="en-US" w:eastAsia="en-US"/>
                      </w:rPr>
                      <w:t xml:space="preserve"> –</w:t>
                    </w:r>
                    <w:r>
                      <w:rPr>
                        <w:rFonts w:cs="Arial"/>
                        <w:sz w:val="28"/>
                        <w:szCs w:val="28"/>
                        <w:lang w:val="en-US" w:eastAsia="en-US"/>
                      </w:rPr>
                      <w:t xml:space="preserve"> Building understanding</w:t>
                    </w:r>
                  </w:p>
                  <w:p w:rsidR="002B3228" w:rsidRPr="008708DD" w:rsidRDefault="002B3228" w:rsidP="00823E72">
                    <w:pPr>
                      <w:pStyle w:val="Header"/>
                      <w:tabs>
                        <w:tab w:val="clear" w:pos="4320"/>
                        <w:tab w:val="clear" w:pos="8640"/>
                        <w:tab w:val="left" w:pos="4820"/>
                      </w:tabs>
                    </w:pPr>
                  </w:p>
                  <w:p w:rsidR="002B3228" w:rsidRDefault="002B3228"/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3221736" cy="1225296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 marque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1736" cy="1225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228" w:rsidRDefault="002B3228">
    <w:pPr>
      <w:pStyle w:val="Header"/>
    </w:pPr>
    <w:r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8750" cy="10801985"/>
          <wp:effectExtent l="0" t="0" r="0" b="0"/>
          <wp:wrapNone/>
          <wp:docPr id="19" name="Picture 19" descr="Lesson plan backgrou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Lesson plan backgrou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8750" cy="10801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9577A"/>
    <w:multiLevelType w:val="hybridMultilevel"/>
    <w:tmpl w:val="707825C0"/>
    <w:lvl w:ilvl="0" w:tplc="7846A86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C9436E"/>
    <w:multiLevelType w:val="hybridMultilevel"/>
    <w:tmpl w:val="46D004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224E9C"/>
    <w:multiLevelType w:val="hybridMultilevel"/>
    <w:tmpl w:val="1D64D650"/>
    <w:lvl w:ilvl="0" w:tplc="51BE58C2">
      <w:start w:val="1"/>
      <w:numFmt w:val="decimal"/>
      <w:pStyle w:val="Numbered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5A0AC3"/>
    <w:multiLevelType w:val="hybridMultilevel"/>
    <w:tmpl w:val="B36EFE1E"/>
    <w:lvl w:ilvl="0" w:tplc="6DF4B28A">
      <w:start w:val="1"/>
      <w:numFmt w:val="bullet"/>
      <w:pStyle w:val="Bulleted"/>
      <w:lvlText w:val="&gt;"/>
      <w:lvlJc w:val="left"/>
      <w:pPr>
        <w:tabs>
          <w:tab w:val="num" w:pos="113"/>
        </w:tabs>
        <w:ind w:left="113" w:hanging="113"/>
      </w:pPr>
      <w:rPr>
        <w:rFonts w:ascii="Arial" w:hAnsi="Arial" w:hint="default"/>
        <w:b/>
        <w:bCs/>
        <w:i w:val="0"/>
        <w:iCs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hdrShapeDefaults>
    <o:shapedefaults v:ext="edit" spidmax="22529">
      <o:colormenu v:ext="edit" strokecolor="none [3213]" extrusion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B6E"/>
    <w:rsid w:val="000137A9"/>
    <w:rsid w:val="00013EA5"/>
    <w:rsid w:val="000403BB"/>
    <w:rsid w:val="00044D52"/>
    <w:rsid w:val="0006135A"/>
    <w:rsid w:val="00073CAA"/>
    <w:rsid w:val="000A2B85"/>
    <w:rsid w:val="000A6CD0"/>
    <w:rsid w:val="000B36A2"/>
    <w:rsid w:val="000B51CA"/>
    <w:rsid w:val="000C6BC4"/>
    <w:rsid w:val="000D4A00"/>
    <w:rsid w:val="000D60C0"/>
    <w:rsid w:val="000E2104"/>
    <w:rsid w:val="000F5649"/>
    <w:rsid w:val="000F7EF8"/>
    <w:rsid w:val="00104573"/>
    <w:rsid w:val="00104F74"/>
    <w:rsid w:val="00112C87"/>
    <w:rsid w:val="00116758"/>
    <w:rsid w:val="001257A9"/>
    <w:rsid w:val="001409E8"/>
    <w:rsid w:val="00144535"/>
    <w:rsid w:val="0015769F"/>
    <w:rsid w:val="00161F43"/>
    <w:rsid w:val="00170EFC"/>
    <w:rsid w:val="00175E31"/>
    <w:rsid w:val="00184909"/>
    <w:rsid w:val="001B472C"/>
    <w:rsid w:val="001C11A6"/>
    <w:rsid w:val="001C28AE"/>
    <w:rsid w:val="001C6E41"/>
    <w:rsid w:val="001D6063"/>
    <w:rsid w:val="001D618E"/>
    <w:rsid w:val="001E54E0"/>
    <w:rsid w:val="002018E1"/>
    <w:rsid w:val="002038E4"/>
    <w:rsid w:val="002058F1"/>
    <w:rsid w:val="002206EE"/>
    <w:rsid w:val="0022128E"/>
    <w:rsid w:val="00275855"/>
    <w:rsid w:val="002819F2"/>
    <w:rsid w:val="00284A46"/>
    <w:rsid w:val="00291892"/>
    <w:rsid w:val="00297EB4"/>
    <w:rsid w:val="002B0760"/>
    <w:rsid w:val="002B3228"/>
    <w:rsid w:val="002C41D5"/>
    <w:rsid w:val="002D4FAB"/>
    <w:rsid w:val="002D5D3F"/>
    <w:rsid w:val="002F7217"/>
    <w:rsid w:val="00301A44"/>
    <w:rsid w:val="003039DE"/>
    <w:rsid w:val="00311C74"/>
    <w:rsid w:val="00334674"/>
    <w:rsid w:val="00344753"/>
    <w:rsid w:val="0035774A"/>
    <w:rsid w:val="00372BF1"/>
    <w:rsid w:val="00373DC1"/>
    <w:rsid w:val="003B5D05"/>
    <w:rsid w:val="003B6B07"/>
    <w:rsid w:val="003C1052"/>
    <w:rsid w:val="003D1C89"/>
    <w:rsid w:val="003D556E"/>
    <w:rsid w:val="003F37CD"/>
    <w:rsid w:val="00406D19"/>
    <w:rsid w:val="004251FA"/>
    <w:rsid w:val="00432993"/>
    <w:rsid w:val="00463408"/>
    <w:rsid w:val="00475FCF"/>
    <w:rsid w:val="00484989"/>
    <w:rsid w:val="004A0ECB"/>
    <w:rsid w:val="004B226A"/>
    <w:rsid w:val="004C4644"/>
    <w:rsid w:val="004D2FD8"/>
    <w:rsid w:val="004D6150"/>
    <w:rsid w:val="004F08BD"/>
    <w:rsid w:val="004F7794"/>
    <w:rsid w:val="005251D4"/>
    <w:rsid w:val="00525A78"/>
    <w:rsid w:val="00531C36"/>
    <w:rsid w:val="00541765"/>
    <w:rsid w:val="00544791"/>
    <w:rsid w:val="00554E1E"/>
    <w:rsid w:val="00563B0B"/>
    <w:rsid w:val="0058353C"/>
    <w:rsid w:val="00584521"/>
    <w:rsid w:val="00587EE1"/>
    <w:rsid w:val="00595D80"/>
    <w:rsid w:val="005B62B3"/>
    <w:rsid w:val="005B63C5"/>
    <w:rsid w:val="005C49ED"/>
    <w:rsid w:val="005D4C7C"/>
    <w:rsid w:val="005E0B6F"/>
    <w:rsid w:val="005E2A9B"/>
    <w:rsid w:val="005F029C"/>
    <w:rsid w:val="00614485"/>
    <w:rsid w:val="0062796A"/>
    <w:rsid w:val="00650F75"/>
    <w:rsid w:val="00651393"/>
    <w:rsid w:val="00693F12"/>
    <w:rsid w:val="00696473"/>
    <w:rsid w:val="006C052B"/>
    <w:rsid w:val="006C4161"/>
    <w:rsid w:val="006D2A6C"/>
    <w:rsid w:val="00716EB9"/>
    <w:rsid w:val="00721381"/>
    <w:rsid w:val="00725AFC"/>
    <w:rsid w:val="00736214"/>
    <w:rsid w:val="00736481"/>
    <w:rsid w:val="00741457"/>
    <w:rsid w:val="007545CD"/>
    <w:rsid w:val="007548A4"/>
    <w:rsid w:val="00767557"/>
    <w:rsid w:val="0077231E"/>
    <w:rsid w:val="00772C15"/>
    <w:rsid w:val="00781DEB"/>
    <w:rsid w:val="00783F6F"/>
    <w:rsid w:val="00784A3D"/>
    <w:rsid w:val="00791A5E"/>
    <w:rsid w:val="007D0BC1"/>
    <w:rsid w:val="007D4B6E"/>
    <w:rsid w:val="007E230A"/>
    <w:rsid w:val="007E6276"/>
    <w:rsid w:val="00806E1E"/>
    <w:rsid w:val="00814F15"/>
    <w:rsid w:val="008201FA"/>
    <w:rsid w:val="00823E72"/>
    <w:rsid w:val="00830B76"/>
    <w:rsid w:val="0084254A"/>
    <w:rsid w:val="00843BB0"/>
    <w:rsid w:val="00845BC8"/>
    <w:rsid w:val="00853741"/>
    <w:rsid w:val="00857576"/>
    <w:rsid w:val="008612BA"/>
    <w:rsid w:val="00866A4C"/>
    <w:rsid w:val="008708DD"/>
    <w:rsid w:val="00880DA8"/>
    <w:rsid w:val="00883462"/>
    <w:rsid w:val="0089573B"/>
    <w:rsid w:val="008A3629"/>
    <w:rsid w:val="008A40FA"/>
    <w:rsid w:val="008B5766"/>
    <w:rsid w:val="008C3E7D"/>
    <w:rsid w:val="008C5F42"/>
    <w:rsid w:val="008E532A"/>
    <w:rsid w:val="008E7146"/>
    <w:rsid w:val="00924647"/>
    <w:rsid w:val="00925BF0"/>
    <w:rsid w:val="00932562"/>
    <w:rsid w:val="00940F57"/>
    <w:rsid w:val="00946A50"/>
    <w:rsid w:val="00965FD7"/>
    <w:rsid w:val="009851F6"/>
    <w:rsid w:val="009A049C"/>
    <w:rsid w:val="009B284E"/>
    <w:rsid w:val="009B4749"/>
    <w:rsid w:val="009C1C00"/>
    <w:rsid w:val="009C7041"/>
    <w:rsid w:val="009D6B0C"/>
    <w:rsid w:val="009E4373"/>
    <w:rsid w:val="009E6F6A"/>
    <w:rsid w:val="009F6E96"/>
    <w:rsid w:val="00A02A78"/>
    <w:rsid w:val="00A072AF"/>
    <w:rsid w:val="00A10862"/>
    <w:rsid w:val="00A10C6B"/>
    <w:rsid w:val="00A25B60"/>
    <w:rsid w:val="00A44BBB"/>
    <w:rsid w:val="00A8434E"/>
    <w:rsid w:val="00A866C4"/>
    <w:rsid w:val="00A965A7"/>
    <w:rsid w:val="00AA0CC4"/>
    <w:rsid w:val="00AA33E4"/>
    <w:rsid w:val="00AA6D40"/>
    <w:rsid w:val="00AB0FC9"/>
    <w:rsid w:val="00AC3AE1"/>
    <w:rsid w:val="00AC6432"/>
    <w:rsid w:val="00AF72C4"/>
    <w:rsid w:val="00B264C4"/>
    <w:rsid w:val="00B340D9"/>
    <w:rsid w:val="00B35FD2"/>
    <w:rsid w:val="00B45159"/>
    <w:rsid w:val="00B50927"/>
    <w:rsid w:val="00B6673A"/>
    <w:rsid w:val="00B76A2F"/>
    <w:rsid w:val="00B84F53"/>
    <w:rsid w:val="00BA0A2C"/>
    <w:rsid w:val="00BA409B"/>
    <w:rsid w:val="00BA43B9"/>
    <w:rsid w:val="00BB2DA2"/>
    <w:rsid w:val="00BC1656"/>
    <w:rsid w:val="00BC330A"/>
    <w:rsid w:val="00BD032E"/>
    <w:rsid w:val="00BE3EFE"/>
    <w:rsid w:val="00C0327B"/>
    <w:rsid w:val="00C05342"/>
    <w:rsid w:val="00C12D9A"/>
    <w:rsid w:val="00C15B30"/>
    <w:rsid w:val="00C16EDA"/>
    <w:rsid w:val="00C32D4A"/>
    <w:rsid w:val="00C352B4"/>
    <w:rsid w:val="00C36072"/>
    <w:rsid w:val="00C50CC2"/>
    <w:rsid w:val="00C52A7F"/>
    <w:rsid w:val="00C73733"/>
    <w:rsid w:val="00C76703"/>
    <w:rsid w:val="00C775CA"/>
    <w:rsid w:val="00C82D21"/>
    <w:rsid w:val="00C916DB"/>
    <w:rsid w:val="00C95C13"/>
    <w:rsid w:val="00CA3BA5"/>
    <w:rsid w:val="00CA5B74"/>
    <w:rsid w:val="00CA62B9"/>
    <w:rsid w:val="00CC4C68"/>
    <w:rsid w:val="00CD0A9F"/>
    <w:rsid w:val="00CD0F28"/>
    <w:rsid w:val="00CF1D9F"/>
    <w:rsid w:val="00CF7AEA"/>
    <w:rsid w:val="00D03744"/>
    <w:rsid w:val="00D03D95"/>
    <w:rsid w:val="00D11CFD"/>
    <w:rsid w:val="00D17C84"/>
    <w:rsid w:val="00D23BA3"/>
    <w:rsid w:val="00D31DCC"/>
    <w:rsid w:val="00D32A27"/>
    <w:rsid w:val="00D32F2D"/>
    <w:rsid w:val="00D3583C"/>
    <w:rsid w:val="00D44D84"/>
    <w:rsid w:val="00D51EB0"/>
    <w:rsid w:val="00D950A5"/>
    <w:rsid w:val="00DA618B"/>
    <w:rsid w:val="00DB6DAE"/>
    <w:rsid w:val="00DC1591"/>
    <w:rsid w:val="00DC2CB8"/>
    <w:rsid w:val="00DC79A5"/>
    <w:rsid w:val="00DD6F96"/>
    <w:rsid w:val="00DF0410"/>
    <w:rsid w:val="00E27A89"/>
    <w:rsid w:val="00E36431"/>
    <w:rsid w:val="00E36C72"/>
    <w:rsid w:val="00E53C4D"/>
    <w:rsid w:val="00E6188D"/>
    <w:rsid w:val="00E64358"/>
    <w:rsid w:val="00E76EF7"/>
    <w:rsid w:val="00E80546"/>
    <w:rsid w:val="00EB1367"/>
    <w:rsid w:val="00EC22BD"/>
    <w:rsid w:val="00EC68B9"/>
    <w:rsid w:val="00ED6BF2"/>
    <w:rsid w:val="00EE14E8"/>
    <w:rsid w:val="00EE23A5"/>
    <w:rsid w:val="00EE4E30"/>
    <w:rsid w:val="00F0797E"/>
    <w:rsid w:val="00F07C80"/>
    <w:rsid w:val="00F131B6"/>
    <w:rsid w:val="00F15A63"/>
    <w:rsid w:val="00F54762"/>
    <w:rsid w:val="00F6357B"/>
    <w:rsid w:val="00F6762D"/>
    <w:rsid w:val="00F8207E"/>
    <w:rsid w:val="00F8539F"/>
    <w:rsid w:val="00FB6B0B"/>
    <w:rsid w:val="00FC0168"/>
    <w:rsid w:val="00FD2731"/>
    <w:rsid w:val="00FF406A"/>
    <w:rsid w:val="00FF52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o:colormenu v:ext="edit" strokecolor="none [3213]" extrusion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830B76"/>
    <w:rPr>
      <w:rFonts w:ascii="Arial" w:hAnsi="Arial"/>
      <w:sz w:val="22"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830B76"/>
    <w:pPr>
      <w:keepNext/>
      <w:spacing w:before="240" w:after="60"/>
      <w:outlineLvl w:val="0"/>
    </w:pPr>
    <w:rPr>
      <w:rFonts w:eastAsiaTheme="majorEastAsia" w:cstheme="majorBidi"/>
      <w:b/>
      <w:bCs/>
      <w:color w:val="EF1829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FF520F"/>
    <w:pPr>
      <w:keepNext/>
      <w:keepLines/>
      <w:pBdr>
        <w:bottom w:val="single" w:sz="6" w:space="1" w:color="auto"/>
      </w:pBdr>
      <w:spacing w:after="120"/>
      <w:outlineLvl w:val="1"/>
    </w:pPr>
    <w:rPr>
      <w:rFonts w:eastAsiaTheme="majorEastAsia" w:cstheme="majorBidi"/>
      <w:b/>
      <w:bCs/>
      <w:color w:val="000000" w:themeColor="text1"/>
    </w:rPr>
  </w:style>
  <w:style w:type="paragraph" w:styleId="Heading3">
    <w:name w:val="heading 3"/>
    <w:basedOn w:val="Normal"/>
    <w:next w:val="Normal"/>
    <w:link w:val="Heading3Char"/>
    <w:unhideWhenUsed/>
    <w:qFormat/>
    <w:rsid w:val="008612BA"/>
    <w:pPr>
      <w:keepNext/>
      <w:keepLines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Heading3"/>
    <w:next w:val="Normal"/>
    <w:link w:val="Heading4Char"/>
    <w:unhideWhenUsed/>
    <w:qFormat/>
    <w:rsid w:val="002D5D3F"/>
    <w:pPr>
      <w:outlineLvl w:val="3"/>
    </w:pPr>
  </w:style>
  <w:style w:type="paragraph" w:styleId="Heading5">
    <w:name w:val="heading 5"/>
    <w:basedOn w:val="Normal"/>
    <w:next w:val="Normal"/>
    <w:link w:val="Heading5Char"/>
    <w:unhideWhenUsed/>
    <w:qFormat/>
    <w:rsid w:val="003B5D05"/>
    <w:pPr>
      <w:spacing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nhideWhenUsed/>
    <w:rsid w:val="00BA409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rsid w:val="00BA409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DD6F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C90475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C90475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C90475"/>
    <w:rPr>
      <w:rFonts w:ascii="Lucida Grande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830B76"/>
    <w:rPr>
      <w:rFonts w:ascii="Arial" w:eastAsiaTheme="majorEastAsia" w:hAnsi="Arial" w:cstheme="majorBidi"/>
      <w:b/>
      <w:bCs/>
      <w:color w:val="EF1829"/>
      <w:kern w:val="32"/>
      <w:sz w:val="32"/>
      <w:szCs w:val="32"/>
      <w:lang w:val="en-GB" w:eastAsia="en-GB"/>
    </w:rPr>
  </w:style>
  <w:style w:type="paragraph" w:styleId="Subtitle">
    <w:name w:val="Subtitle"/>
    <w:basedOn w:val="Normal"/>
    <w:next w:val="Normal"/>
    <w:link w:val="SubtitleChar"/>
    <w:rsid w:val="00BA409B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BA409B"/>
    <w:rPr>
      <w:rFonts w:asciiTheme="majorHAnsi" w:eastAsiaTheme="majorEastAsia" w:hAnsiTheme="majorHAnsi" w:cstheme="majorBidi"/>
      <w:sz w:val="24"/>
      <w:szCs w:val="24"/>
      <w:lang w:val="en-GB" w:eastAsia="en-GB"/>
    </w:rPr>
  </w:style>
  <w:style w:type="character" w:styleId="Strong">
    <w:name w:val="Strong"/>
    <w:basedOn w:val="DefaultParagraphFont"/>
    <w:uiPriority w:val="22"/>
    <w:qFormat/>
    <w:rsid w:val="00BA409B"/>
    <w:rPr>
      <w:b/>
      <w:bCs/>
    </w:rPr>
  </w:style>
  <w:style w:type="character" w:styleId="Emphasis">
    <w:name w:val="Emphasis"/>
    <w:basedOn w:val="DefaultParagraphFont"/>
    <w:rsid w:val="00BA409B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BA409B"/>
    <w:pPr>
      <w:jc w:val="center"/>
    </w:pPr>
    <w:rPr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BA409B"/>
    <w:rPr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BA409B"/>
    <w:pPr>
      <w:ind w:left="720"/>
    </w:pPr>
  </w:style>
  <w:style w:type="character" w:styleId="SubtleReference">
    <w:name w:val="Subtle Reference"/>
    <w:basedOn w:val="DefaultParagraphFont"/>
    <w:uiPriority w:val="31"/>
    <w:rsid w:val="00BA409B"/>
    <w:rPr>
      <w:smallCaps/>
      <w:color w:val="C0504D" w:themeColor="accent2"/>
      <w:u w:val="single"/>
    </w:rPr>
  </w:style>
  <w:style w:type="character" w:styleId="BookTitle">
    <w:name w:val="Book Title"/>
    <w:basedOn w:val="DefaultParagraphFont"/>
    <w:uiPriority w:val="33"/>
    <w:rsid w:val="00BA409B"/>
    <w:rPr>
      <w:b/>
      <w:bCs/>
      <w:smallCaps/>
      <w:spacing w:val="5"/>
    </w:rPr>
  </w:style>
  <w:style w:type="paragraph" w:customStyle="1" w:styleId="Paragraph">
    <w:name w:val="Paragraph"/>
    <w:basedOn w:val="Normal"/>
    <w:link w:val="ParagraphChar"/>
    <w:qFormat/>
    <w:rsid w:val="004D6150"/>
    <w:pPr>
      <w:spacing w:before="40" w:after="120"/>
    </w:pPr>
  </w:style>
  <w:style w:type="character" w:customStyle="1" w:styleId="ParagraphChar">
    <w:name w:val="Paragraph Char"/>
    <w:basedOn w:val="NoSpacingChar"/>
    <w:link w:val="Paragraph"/>
    <w:rsid w:val="004D6150"/>
    <w:rPr>
      <w:rFonts w:ascii="Arial" w:hAnsi="Arial"/>
      <w:sz w:val="22"/>
      <w:szCs w:val="22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FF520F"/>
    <w:rPr>
      <w:rFonts w:ascii="Arial" w:eastAsiaTheme="majorEastAsia" w:hAnsi="Arial" w:cstheme="majorBidi"/>
      <w:b/>
      <w:bCs/>
      <w:color w:val="000000" w:themeColor="text1"/>
      <w:sz w:val="22"/>
      <w:szCs w:val="22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8612BA"/>
    <w:rPr>
      <w:rFonts w:ascii="Arial" w:eastAsiaTheme="majorEastAsia" w:hAnsi="Arial" w:cstheme="majorBidi"/>
      <w:b/>
      <w:bCs/>
      <w:sz w:val="22"/>
      <w:szCs w:val="22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2D5D3F"/>
    <w:rPr>
      <w:rFonts w:ascii="Arial" w:eastAsiaTheme="majorEastAsia" w:hAnsi="Arial" w:cstheme="majorBidi"/>
      <w:b/>
      <w:bCs/>
      <w:color w:val="FFFFFF" w:themeColor="background1"/>
      <w:sz w:val="22"/>
      <w:szCs w:val="22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3B5D05"/>
    <w:rPr>
      <w:rFonts w:ascii="Arial" w:hAnsi="Arial"/>
      <w:b/>
      <w:sz w:val="22"/>
      <w:szCs w:val="22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BA409B"/>
    <w:rPr>
      <w:rFonts w:asciiTheme="majorHAnsi" w:eastAsiaTheme="majorEastAsia" w:hAnsiTheme="majorHAnsi" w:cstheme="majorBidi"/>
      <w:i/>
      <w:iCs/>
      <w:color w:val="243F60" w:themeColor="accent1" w:themeShade="7F"/>
      <w:sz w:val="48"/>
      <w:szCs w:val="48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BA409B"/>
    <w:rPr>
      <w:rFonts w:asciiTheme="majorHAnsi" w:eastAsiaTheme="majorEastAsia" w:hAnsiTheme="majorHAnsi" w:cstheme="majorBidi"/>
      <w:i/>
      <w:iCs/>
      <w:color w:val="404040" w:themeColor="text1" w:themeTint="BF"/>
      <w:sz w:val="48"/>
      <w:szCs w:val="48"/>
      <w:lang w:val="en-GB" w:eastAsia="en-GB"/>
    </w:rPr>
  </w:style>
  <w:style w:type="table" w:styleId="TableGrid">
    <w:name w:val="Table Grid"/>
    <w:basedOn w:val="TableNormal"/>
    <w:uiPriority w:val="59"/>
    <w:rsid w:val="007D4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C1052"/>
    <w:rPr>
      <w:color w:val="0000FF" w:themeColor="hyperlink"/>
      <w:u w:val="single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DD6F96"/>
    <w:rPr>
      <w:rFonts w:ascii="Tahoma" w:hAnsi="Tahoma" w:cs="Tahoma"/>
      <w:sz w:val="16"/>
      <w:szCs w:val="16"/>
      <w:lang w:val="en-GB" w:eastAsia="en-GB"/>
    </w:rPr>
  </w:style>
  <w:style w:type="paragraph" w:customStyle="1" w:styleId="poem">
    <w:name w:val="poem"/>
    <w:basedOn w:val="Normal"/>
    <w:rsid w:val="00DC79A5"/>
    <w:pPr>
      <w:spacing w:before="100" w:beforeAutospacing="1" w:after="100" w:afterAutospacing="1"/>
    </w:pPr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2A78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E62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62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6276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62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6276"/>
    <w:rPr>
      <w:b/>
      <w:bCs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D32F2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2F2D"/>
    <w:rPr>
      <w:sz w:val="48"/>
      <w:szCs w:val="48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D32F2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2F2D"/>
    <w:rPr>
      <w:sz w:val="48"/>
      <w:szCs w:val="48"/>
      <w:lang w:val="en-GB" w:eastAsia="en-GB"/>
    </w:rPr>
  </w:style>
  <w:style w:type="character" w:styleId="PageNumber">
    <w:name w:val="page number"/>
    <w:basedOn w:val="DefaultParagraphFont"/>
    <w:uiPriority w:val="99"/>
    <w:semiHidden/>
    <w:unhideWhenUsed/>
    <w:rsid w:val="00D32F2D"/>
  </w:style>
  <w:style w:type="paragraph" w:customStyle="1" w:styleId="Bulleted">
    <w:name w:val="Bulleted"/>
    <w:basedOn w:val="ListParagraph"/>
    <w:qFormat/>
    <w:rsid w:val="006C052B"/>
    <w:pPr>
      <w:numPr>
        <w:numId w:val="1"/>
      </w:numPr>
      <w:tabs>
        <w:tab w:val="clear" w:pos="113"/>
      </w:tabs>
      <w:spacing w:before="40" w:after="80"/>
      <w:ind w:left="284" w:hanging="284"/>
    </w:pPr>
  </w:style>
  <w:style w:type="paragraph" w:customStyle="1" w:styleId="Numbered">
    <w:name w:val="Numbered"/>
    <w:basedOn w:val="Bulleted"/>
    <w:qFormat/>
    <w:rsid w:val="003B5D05"/>
    <w:pPr>
      <w:numPr>
        <w:numId w:val="2"/>
      </w:numPr>
      <w:ind w:left="357" w:hanging="357"/>
    </w:pPr>
  </w:style>
  <w:style w:type="paragraph" w:styleId="NormalWeb">
    <w:name w:val="Normal (Web)"/>
    <w:basedOn w:val="Normal"/>
    <w:uiPriority w:val="99"/>
    <w:semiHidden/>
    <w:unhideWhenUsed/>
    <w:rsid w:val="001E54E0"/>
    <w:pPr>
      <w:spacing w:before="100" w:beforeAutospacing="1" w:after="75" w:line="360" w:lineRule="atLeast"/>
    </w:pPr>
    <w:rPr>
      <w:rFonts w:ascii="Times New Roman" w:hAnsi="Times New Roman"/>
      <w:color w:val="333333"/>
      <w:sz w:val="24"/>
      <w:szCs w:val="24"/>
    </w:rPr>
  </w:style>
  <w:style w:type="paragraph" w:customStyle="1" w:styleId="Default">
    <w:name w:val="Default"/>
    <w:rsid w:val="00814F15"/>
    <w:pPr>
      <w:widowControl w:val="0"/>
      <w:autoSpaceDE w:val="0"/>
      <w:autoSpaceDN w:val="0"/>
      <w:adjustRightInd w:val="0"/>
    </w:pPr>
    <w:rPr>
      <w:rFonts w:ascii="HelveticaNeue LT 45 Lt" w:hAnsi="HelveticaNeue LT 45 Lt" w:cs="HelveticaNeue LT 45 Lt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830B76"/>
    <w:rPr>
      <w:rFonts w:ascii="Arial" w:hAnsi="Arial"/>
      <w:sz w:val="22"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830B76"/>
    <w:pPr>
      <w:keepNext/>
      <w:spacing w:before="240" w:after="60"/>
      <w:outlineLvl w:val="0"/>
    </w:pPr>
    <w:rPr>
      <w:rFonts w:eastAsiaTheme="majorEastAsia" w:cstheme="majorBidi"/>
      <w:b/>
      <w:bCs/>
      <w:color w:val="EF1829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FF520F"/>
    <w:pPr>
      <w:keepNext/>
      <w:keepLines/>
      <w:pBdr>
        <w:bottom w:val="single" w:sz="6" w:space="1" w:color="auto"/>
      </w:pBdr>
      <w:spacing w:after="120"/>
      <w:outlineLvl w:val="1"/>
    </w:pPr>
    <w:rPr>
      <w:rFonts w:eastAsiaTheme="majorEastAsia" w:cstheme="majorBidi"/>
      <w:b/>
      <w:bCs/>
      <w:color w:val="000000" w:themeColor="text1"/>
    </w:rPr>
  </w:style>
  <w:style w:type="paragraph" w:styleId="Heading3">
    <w:name w:val="heading 3"/>
    <w:basedOn w:val="Normal"/>
    <w:next w:val="Normal"/>
    <w:link w:val="Heading3Char"/>
    <w:unhideWhenUsed/>
    <w:qFormat/>
    <w:rsid w:val="008612BA"/>
    <w:pPr>
      <w:keepNext/>
      <w:keepLines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Heading3"/>
    <w:next w:val="Normal"/>
    <w:link w:val="Heading4Char"/>
    <w:unhideWhenUsed/>
    <w:qFormat/>
    <w:rsid w:val="002D5D3F"/>
    <w:pPr>
      <w:outlineLvl w:val="3"/>
    </w:pPr>
  </w:style>
  <w:style w:type="paragraph" w:styleId="Heading5">
    <w:name w:val="heading 5"/>
    <w:basedOn w:val="Normal"/>
    <w:next w:val="Normal"/>
    <w:link w:val="Heading5Char"/>
    <w:unhideWhenUsed/>
    <w:qFormat/>
    <w:rsid w:val="003B5D05"/>
    <w:pPr>
      <w:spacing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nhideWhenUsed/>
    <w:rsid w:val="00BA409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rsid w:val="00BA409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DD6F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C90475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C90475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C90475"/>
    <w:rPr>
      <w:rFonts w:ascii="Lucida Grande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830B76"/>
    <w:rPr>
      <w:rFonts w:ascii="Arial" w:eastAsiaTheme="majorEastAsia" w:hAnsi="Arial" w:cstheme="majorBidi"/>
      <w:b/>
      <w:bCs/>
      <w:color w:val="EF1829"/>
      <w:kern w:val="32"/>
      <w:sz w:val="32"/>
      <w:szCs w:val="32"/>
      <w:lang w:val="en-GB" w:eastAsia="en-GB"/>
    </w:rPr>
  </w:style>
  <w:style w:type="paragraph" w:styleId="Subtitle">
    <w:name w:val="Subtitle"/>
    <w:basedOn w:val="Normal"/>
    <w:next w:val="Normal"/>
    <w:link w:val="SubtitleChar"/>
    <w:rsid w:val="00BA409B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BA409B"/>
    <w:rPr>
      <w:rFonts w:asciiTheme="majorHAnsi" w:eastAsiaTheme="majorEastAsia" w:hAnsiTheme="majorHAnsi" w:cstheme="majorBidi"/>
      <w:sz w:val="24"/>
      <w:szCs w:val="24"/>
      <w:lang w:val="en-GB" w:eastAsia="en-GB"/>
    </w:rPr>
  </w:style>
  <w:style w:type="character" w:styleId="Strong">
    <w:name w:val="Strong"/>
    <w:basedOn w:val="DefaultParagraphFont"/>
    <w:uiPriority w:val="22"/>
    <w:qFormat/>
    <w:rsid w:val="00BA409B"/>
    <w:rPr>
      <w:b/>
      <w:bCs/>
    </w:rPr>
  </w:style>
  <w:style w:type="character" w:styleId="Emphasis">
    <w:name w:val="Emphasis"/>
    <w:basedOn w:val="DefaultParagraphFont"/>
    <w:rsid w:val="00BA409B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BA409B"/>
    <w:pPr>
      <w:jc w:val="center"/>
    </w:pPr>
    <w:rPr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BA409B"/>
    <w:rPr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BA409B"/>
    <w:pPr>
      <w:ind w:left="720"/>
    </w:pPr>
  </w:style>
  <w:style w:type="character" w:styleId="SubtleReference">
    <w:name w:val="Subtle Reference"/>
    <w:basedOn w:val="DefaultParagraphFont"/>
    <w:uiPriority w:val="31"/>
    <w:rsid w:val="00BA409B"/>
    <w:rPr>
      <w:smallCaps/>
      <w:color w:val="C0504D" w:themeColor="accent2"/>
      <w:u w:val="single"/>
    </w:rPr>
  </w:style>
  <w:style w:type="character" w:styleId="BookTitle">
    <w:name w:val="Book Title"/>
    <w:basedOn w:val="DefaultParagraphFont"/>
    <w:uiPriority w:val="33"/>
    <w:rsid w:val="00BA409B"/>
    <w:rPr>
      <w:b/>
      <w:bCs/>
      <w:smallCaps/>
      <w:spacing w:val="5"/>
    </w:rPr>
  </w:style>
  <w:style w:type="paragraph" w:customStyle="1" w:styleId="Paragraph">
    <w:name w:val="Paragraph"/>
    <w:basedOn w:val="Normal"/>
    <w:link w:val="ParagraphChar"/>
    <w:qFormat/>
    <w:rsid w:val="004D6150"/>
    <w:pPr>
      <w:spacing w:before="40" w:after="120"/>
    </w:pPr>
  </w:style>
  <w:style w:type="character" w:customStyle="1" w:styleId="ParagraphChar">
    <w:name w:val="Paragraph Char"/>
    <w:basedOn w:val="NoSpacingChar"/>
    <w:link w:val="Paragraph"/>
    <w:rsid w:val="004D6150"/>
    <w:rPr>
      <w:rFonts w:ascii="Arial" w:hAnsi="Arial"/>
      <w:sz w:val="22"/>
      <w:szCs w:val="22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FF520F"/>
    <w:rPr>
      <w:rFonts w:ascii="Arial" w:eastAsiaTheme="majorEastAsia" w:hAnsi="Arial" w:cstheme="majorBidi"/>
      <w:b/>
      <w:bCs/>
      <w:color w:val="000000" w:themeColor="text1"/>
      <w:sz w:val="22"/>
      <w:szCs w:val="22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8612BA"/>
    <w:rPr>
      <w:rFonts w:ascii="Arial" w:eastAsiaTheme="majorEastAsia" w:hAnsi="Arial" w:cstheme="majorBidi"/>
      <w:b/>
      <w:bCs/>
      <w:sz w:val="22"/>
      <w:szCs w:val="22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2D5D3F"/>
    <w:rPr>
      <w:rFonts w:ascii="Arial" w:eastAsiaTheme="majorEastAsia" w:hAnsi="Arial" w:cstheme="majorBidi"/>
      <w:b/>
      <w:bCs/>
      <w:color w:val="FFFFFF" w:themeColor="background1"/>
      <w:sz w:val="22"/>
      <w:szCs w:val="22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3B5D05"/>
    <w:rPr>
      <w:rFonts w:ascii="Arial" w:hAnsi="Arial"/>
      <w:b/>
      <w:sz w:val="22"/>
      <w:szCs w:val="22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BA409B"/>
    <w:rPr>
      <w:rFonts w:asciiTheme="majorHAnsi" w:eastAsiaTheme="majorEastAsia" w:hAnsiTheme="majorHAnsi" w:cstheme="majorBidi"/>
      <w:i/>
      <w:iCs/>
      <w:color w:val="243F60" w:themeColor="accent1" w:themeShade="7F"/>
      <w:sz w:val="48"/>
      <w:szCs w:val="48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BA409B"/>
    <w:rPr>
      <w:rFonts w:asciiTheme="majorHAnsi" w:eastAsiaTheme="majorEastAsia" w:hAnsiTheme="majorHAnsi" w:cstheme="majorBidi"/>
      <w:i/>
      <w:iCs/>
      <w:color w:val="404040" w:themeColor="text1" w:themeTint="BF"/>
      <w:sz w:val="48"/>
      <w:szCs w:val="48"/>
      <w:lang w:val="en-GB" w:eastAsia="en-GB"/>
    </w:rPr>
  </w:style>
  <w:style w:type="table" w:styleId="TableGrid">
    <w:name w:val="Table Grid"/>
    <w:basedOn w:val="TableNormal"/>
    <w:uiPriority w:val="59"/>
    <w:rsid w:val="007D4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C1052"/>
    <w:rPr>
      <w:color w:val="0000FF" w:themeColor="hyperlink"/>
      <w:u w:val="single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DD6F96"/>
    <w:rPr>
      <w:rFonts w:ascii="Tahoma" w:hAnsi="Tahoma" w:cs="Tahoma"/>
      <w:sz w:val="16"/>
      <w:szCs w:val="16"/>
      <w:lang w:val="en-GB" w:eastAsia="en-GB"/>
    </w:rPr>
  </w:style>
  <w:style w:type="paragraph" w:customStyle="1" w:styleId="poem">
    <w:name w:val="poem"/>
    <w:basedOn w:val="Normal"/>
    <w:rsid w:val="00DC79A5"/>
    <w:pPr>
      <w:spacing w:before="100" w:beforeAutospacing="1" w:after="100" w:afterAutospacing="1"/>
    </w:pPr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2A78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E62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62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6276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62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6276"/>
    <w:rPr>
      <w:b/>
      <w:bCs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D32F2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2F2D"/>
    <w:rPr>
      <w:sz w:val="48"/>
      <w:szCs w:val="48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D32F2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2F2D"/>
    <w:rPr>
      <w:sz w:val="48"/>
      <w:szCs w:val="48"/>
      <w:lang w:val="en-GB" w:eastAsia="en-GB"/>
    </w:rPr>
  </w:style>
  <w:style w:type="character" w:styleId="PageNumber">
    <w:name w:val="page number"/>
    <w:basedOn w:val="DefaultParagraphFont"/>
    <w:uiPriority w:val="99"/>
    <w:semiHidden/>
    <w:unhideWhenUsed/>
    <w:rsid w:val="00D32F2D"/>
  </w:style>
  <w:style w:type="paragraph" w:customStyle="1" w:styleId="Bulleted">
    <w:name w:val="Bulleted"/>
    <w:basedOn w:val="ListParagraph"/>
    <w:qFormat/>
    <w:rsid w:val="006C052B"/>
    <w:pPr>
      <w:numPr>
        <w:numId w:val="1"/>
      </w:numPr>
      <w:tabs>
        <w:tab w:val="clear" w:pos="113"/>
      </w:tabs>
      <w:spacing w:before="40" w:after="80"/>
      <w:ind w:left="284" w:hanging="284"/>
    </w:pPr>
  </w:style>
  <w:style w:type="paragraph" w:customStyle="1" w:styleId="Numbered">
    <w:name w:val="Numbered"/>
    <w:basedOn w:val="Bulleted"/>
    <w:qFormat/>
    <w:rsid w:val="003B5D05"/>
    <w:pPr>
      <w:numPr>
        <w:numId w:val="2"/>
      </w:numPr>
      <w:ind w:left="357" w:hanging="357"/>
    </w:pPr>
  </w:style>
  <w:style w:type="paragraph" w:styleId="NormalWeb">
    <w:name w:val="Normal (Web)"/>
    <w:basedOn w:val="Normal"/>
    <w:uiPriority w:val="99"/>
    <w:semiHidden/>
    <w:unhideWhenUsed/>
    <w:rsid w:val="001E54E0"/>
    <w:pPr>
      <w:spacing w:before="100" w:beforeAutospacing="1" w:after="75" w:line="360" w:lineRule="atLeast"/>
    </w:pPr>
    <w:rPr>
      <w:rFonts w:ascii="Times New Roman" w:hAnsi="Times New Roman"/>
      <w:color w:val="333333"/>
      <w:sz w:val="24"/>
      <w:szCs w:val="24"/>
    </w:rPr>
  </w:style>
  <w:style w:type="paragraph" w:customStyle="1" w:styleId="Default">
    <w:name w:val="Default"/>
    <w:rsid w:val="00814F15"/>
    <w:pPr>
      <w:widowControl w:val="0"/>
      <w:autoSpaceDE w:val="0"/>
      <w:autoSpaceDN w:val="0"/>
      <w:adjustRightInd w:val="0"/>
    </w:pPr>
    <w:rPr>
      <w:rFonts w:ascii="HelveticaNeue LT 45 Lt" w:hAnsi="HelveticaNeue LT 45 Lt" w:cs="HelveticaNeue LT 45 L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9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edcross.org.uk/~/media/BritishRedCross/Documents/What%20we%20do/Teaching%20resources/Lesson%20plans/Refugee%20week%202016/Powerpoint%20-%20Refugee%20Week%202016.pptx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redcross.org.uk/~/media/BritishRedCross/Documents/What%20we%20do/Teaching%20resources/Lesson%20plans/Refugee%20week%202016/Powerpoint%20-%20Refugee%20Week%202016.pptx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edcross.org.uk/~/media/BritishRedCross/Documents/What%20we%20do/Teaching%20resources/Lesson%20plans/Refugee%20week%202016/Powerpoint%20-%20Refugee%20Week%202016.pptx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redcross.org.uk/~/media/BritishRedCross/Documents/What%20we%20do/Teaching%20resources/Lesson%20plans/Refugee%20week%202016/Key%20Facts.pdf" TargetMode="External"/><Relationship Id="rId10" Type="http://schemas.openxmlformats.org/officeDocument/2006/relationships/hyperlink" Target="http://www.redcross.org.uk/~/media/BritishRedCross/Documents/What%20we%20do/Teaching%20resources/Lesson%20plans/Refugee%20week%202016/Mohammad%20and%20Kamaars%20story.docx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://www.redcross.org.uk/~/media/BritishRedCross/Documents/What%20we%20do/Teaching%20resources/Lesson%20plans/Refugee%20week%202016/Key%20Facts.pdf" TargetMode="External"/><Relationship Id="rId14" Type="http://schemas.openxmlformats.org/officeDocument/2006/relationships/hyperlink" Target="http://www.redcross.org.uk/~/media/BritishRedCross/Documents/What%20we%20do/Teaching%20resources/Lesson%20plans/Refugee%20week%202016/Mohammad%20and%20Kamaars%20story.docx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dcross.org.uk/education" TargetMode="External"/><Relationship Id="rId1" Type="http://schemas.openxmlformats.org/officeDocument/2006/relationships/hyperlink" Target="http://www.redcross.org.uk/educatio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E43F50F-70DB-4B1C-8611-344582CEF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9FAD0A4B</Template>
  <TotalTime>51</TotalTime>
  <Pages>2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Youth Sport Trust</Company>
  <LinksUpToDate>false</LinksUpToDate>
  <CharactersWithSpaces>4850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Brooking</dc:creator>
  <cp:lastModifiedBy>Daniel Calvert</cp:lastModifiedBy>
  <cp:revision>15</cp:revision>
  <cp:lastPrinted>2014-10-21T14:53:00Z</cp:lastPrinted>
  <dcterms:created xsi:type="dcterms:W3CDTF">2016-05-06T10:37:00Z</dcterms:created>
  <dcterms:modified xsi:type="dcterms:W3CDTF">2017-09-20T13:56:00Z</dcterms:modified>
</cp:coreProperties>
</file>